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316D5E" w14:textId="77777777" w:rsidR="00E9697F" w:rsidRPr="00804087" w:rsidRDefault="00E9697F" w:rsidP="00A556AC">
      <w:pPr>
        <w:contextualSpacing/>
        <w:rPr>
          <w:szCs w:val="24"/>
        </w:rPr>
      </w:pPr>
    </w:p>
    <w:p w14:paraId="07F22567" w14:textId="77777777" w:rsidR="00A556AC" w:rsidRPr="00B26907" w:rsidRDefault="00A556AC" w:rsidP="00A556AC">
      <w:pPr>
        <w:suppressAutoHyphens/>
        <w:spacing w:after="0" w:line="240" w:lineRule="auto"/>
        <w:ind w:left="6521"/>
        <w:rPr>
          <w:rFonts w:ascii="Times New Roman" w:eastAsia="Times New Roman" w:hAnsi="Times New Roman" w:cs="Times New Roman"/>
        </w:rPr>
      </w:pPr>
      <w:bookmarkStart w:id="0" w:name="_Hlk212476288"/>
      <w:proofErr w:type="spellStart"/>
      <w:r>
        <w:rPr>
          <w:rFonts w:ascii="Times New Roman" w:eastAsia="Times New Roman" w:hAnsi="Times New Roman" w:cs="Times New Roman"/>
          <w:bCs/>
          <w:lang w:eastAsia="lt-LT"/>
        </w:rPr>
        <w:t>Habitoskopinių</w:t>
      </w:r>
      <w:proofErr w:type="spellEnd"/>
      <w:r>
        <w:rPr>
          <w:rFonts w:ascii="Times New Roman" w:eastAsia="Times New Roman" w:hAnsi="Times New Roman" w:cs="Times New Roman"/>
          <w:bCs/>
          <w:lang w:eastAsia="lt-LT"/>
        </w:rPr>
        <w:t xml:space="preserve"> duomenų registro (HDR) programinės įrangos priežiūros paslaugų</w:t>
      </w:r>
      <w:r w:rsidRPr="00B26907">
        <w:rPr>
          <w:rFonts w:ascii="Times New Roman" w:eastAsia="Times New Roman" w:hAnsi="Times New Roman" w:cs="Times New Roman"/>
          <w:bCs/>
          <w:lang w:eastAsia="lt-LT"/>
        </w:rPr>
        <w:t xml:space="preserve"> </w:t>
      </w:r>
      <w:r w:rsidRPr="00B26907">
        <w:rPr>
          <w:rFonts w:ascii="Times New Roman" w:eastAsia="Times New Roman" w:hAnsi="Times New Roman" w:cs="Times New Roman"/>
          <w:lang w:eastAsia="lt-LT"/>
        </w:rPr>
        <w:t>pirkimo</w:t>
      </w:r>
      <w:r w:rsidRPr="00B26907">
        <w:rPr>
          <w:rFonts w:ascii="Times New Roman" w:eastAsia="Times New Roman" w:hAnsi="Times New Roman" w:cs="Times New Roman"/>
          <w:bCs/>
          <w:iCs/>
          <w:lang w:eastAsia="lt-LT"/>
        </w:rPr>
        <w:t xml:space="preserve">-pardavimo sutarties </w:t>
      </w:r>
    </w:p>
    <w:p w14:paraId="6F919863" w14:textId="575D92A0" w:rsidR="00A556AC" w:rsidRPr="00B26907" w:rsidRDefault="00A556AC" w:rsidP="00A556AC">
      <w:pPr>
        <w:suppressAutoHyphens/>
        <w:spacing w:after="0" w:line="240" w:lineRule="auto"/>
        <w:ind w:left="6480" w:firstLine="41"/>
        <w:rPr>
          <w:rFonts w:ascii="Times New Roman" w:eastAsia="Times New Roman" w:hAnsi="Times New Roman" w:cs="Times New Roman"/>
        </w:rPr>
      </w:pPr>
      <w:r w:rsidRPr="00B26907">
        <w:rPr>
          <w:rFonts w:ascii="Times New Roman" w:eastAsia="Times New Roman" w:hAnsi="Times New Roman" w:cs="Times New Roman"/>
        </w:rPr>
        <w:t xml:space="preserve">priedas Nr. </w:t>
      </w:r>
      <w:r>
        <w:rPr>
          <w:rFonts w:ascii="Times New Roman" w:eastAsia="Times New Roman" w:hAnsi="Times New Roman" w:cs="Times New Roman"/>
        </w:rPr>
        <w:t>5</w:t>
      </w:r>
    </w:p>
    <w:bookmarkEnd w:id="0"/>
    <w:p w14:paraId="0705A595" w14:textId="77777777" w:rsidR="00E9697F" w:rsidRPr="00804087" w:rsidRDefault="00E9697F" w:rsidP="00E9697F"/>
    <w:p w14:paraId="7EADFBE6" w14:textId="77777777" w:rsidR="00E9697F" w:rsidRPr="00804087" w:rsidRDefault="00E9697F" w:rsidP="00E9697F">
      <w:pPr>
        <w:jc w:val="center"/>
        <w:rPr>
          <w:b/>
          <w:szCs w:val="24"/>
        </w:rPr>
      </w:pPr>
      <w:r w:rsidRPr="00804087">
        <w:rPr>
          <w:b/>
          <w:szCs w:val="24"/>
        </w:rPr>
        <w:t>(Paslaugų perdavimo-priėmimo akto forma)</w:t>
      </w:r>
    </w:p>
    <w:p w14:paraId="73A59E4A" w14:textId="77777777" w:rsidR="00E9697F" w:rsidRPr="00804087" w:rsidRDefault="00E9697F" w:rsidP="00E9697F">
      <w:pPr>
        <w:jc w:val="center"/>
        <w:rPr>
          <w:b/>
          <w:szCs w:val="24"/>
        </w:rPr>
      </w:pPr>
    </w:p>
    <w:p w14:paraId="33B660EA" w14:textId="77777777" w:rsidR="00E9697F" w:rsidRPr="00804087" w:rsidRDefault="00E9697F" w:rsidP="00E9697F">
      <w:pPr>
        <w:jc w:val="center"/>
        <w:rPr>
          <w:b/>
          <w:szCs w:val="24"/>
        </w:rPr>
      </w:pPr>
      <w:r w:rsidRPr="00804087">
        <w:rPr>
          <w:b/>
          <w:szCs w:val="24"/>
        </w:rPr>
        <w:t>PASLAUGŲ PERDAVIMO-PRIĖMIMO AKTAS</w:t>
      </w:r>
    </w:p>
    <w:p w14:paraId="76B0B75D" w14:textId="77777777" w:rsidR="00E9697F" w:rsidRPr="00804087" w:rsidRDefault="00E9697F" w:rsidP="00E9697F">
      <w:pPr>
        <w:jc w:val="center"/>
        <w:rPr>
          <w:szCs w:val="24"/>
        </w:rPr>
      </w:pPr>
      <w:r w:rsidRPr="00804087">
        <w:rPr>
          <w:szCs w:val="24"/>
        </w:rPr>
        <w:t>_____________________________</w:t>
      </w:r>
    </w:p>
    <w:p w14:paraId="74775A20" w14:textId="77777777" w:rsidR="00E9697F" w:rsidRPr="00804087" w:rsidRDefault="00E9697F" w:rsidP="00E9697F">
      <w:pPr>
        <w:jc w:val="center"/>
        <w:rPr>
          <w:sz w:val="20"/>
        </w:rPr>
      </w:pPr>
      <w:r w:rsidRPr="00804087">
        <w:rPr>
          <w:sz w:val="20"/>
        </w:rPr>
        <w:t>(akto surašymo data)</w:t>
      </w:r>
    </w:p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2802"/>
        <w:gridCol w:w="6662"/>
      </w:tblGrid>
      <w:tr w:rsidR="00E9697F" w:rsidRPr="00804087" w14:paraId="691C3092" w14:textId="77777777" w:rsidTr="007D0FF3">
        <w:tc>
          <w:tcPr>
            <w:tcW w:w="2802" w:type="dxa"/>
          </w:tcPr>
          <w:p w14:paraId="21C97AD5" w14:textId="003F9591" w:rsidR="00E9697F" w:rsidRPr="00804087" w:rsidRDefault="00E9697F" w:rsidP="007D0FF3">
            <w:pPr>
              <w:rPr>
                <w:szCs w:val="24"/>
              </w:rPr>
            </w:pPr>
            <w:r w:rsidRPr="00804087">
              <w:rPr>
                <w:szCs w:val="24"/>
              </w:rPr>
              <w:t>Tiekėjas:</w:t>
            </w:r>
          </w:p>
        </w:tc>
        <w:tc>
          <w:tcPr>
            <w:tcW w:w="6662" w:type="dxa"/>
          </w:tcPr>
          <w:p w14:paraId="497A04EF" w14:textId="77777777" w:rsidR="00E9697F" w:rsidRPr="00804087" w:rsidRDefault="00E9697F" w:rsidP="007D0FF3">
            <w:pPr>
              <w:rPr>
                <w:szCs w:val="24"/>
              </w:rPr>
            </w:pPr>
          </w:p>
        </w:tc>
      </w:tr>
      <w:tr w:rsidR="00E9697F" w:rsidRPr="00804087" w14:paraId="2E0B8562" w14:textId="77777777" w:rsidTr="007D0FF3">
        <w:tc>
          <w:tcPr>
            <w:tcW w:w="2802" w:type="dxa"/>
          </w:tcPr>
          <w:p w14:paraId="79803285" w14:textId="77777777" w:rsidR="00E9697F" w:rsidRPr="00804087" w:rsidRDefault="00E9697F" w:rsidP="007D0FF3">
            <w:pPr>
              <w:rPr>
                <w:szCs w:val="24"/>
              </w:rPr>
            </w:pPr>
            <w:r w:rsidRPr="00804087">
              <w:rPr>
                <w:szCs w:val="24"/>
              </w:rPr>
              <w:t>Sutarties pavadinimas, Nr.</w:t>
            </w:r>
          </w:p>
        </w:tc>
        <w:tc>
          <w:tcPr>
            <w:tcW w:w="6662" w:type="dxa"/>
          </w:tcPr>
          <w:p w14:paraId="461EFE38" w14:textId="77777777" w:rsidR="00E9697F" w:rsidRPr="00804087" w:rsidRDefault="00E9697F" w:rsidP="007D0FF3">
            <w:pPr>
              <w:rPr>
                <w:szCs w:val="24"/>
              </w:rPr>
            </w:pPr>
          </w:p>
        </w:tc>
      </w:tr>
    </w:tbl>
    <w:p w14:paraId="0B08CEAE" w14:textId="77777777" w:rsidR="00E9697F" w:rsidRPr="00804087" w:rsidRDefault="00E9697F" w:rsidP="00E9697F"/>
    <w:tbl>
      <w:tblPr>
        <w:tblStyle w:val="Lentelstinklelis"/>
        <w:tblW w:w="0" w:type="auto"/>
        <w:tblLook w:val="04A0" w:firstRow="1" w:lastRow="0" w:firstColumn="1" w:lastColumn="0" w:noHBand="0" w:noVBand="1"/>
      </w:tblPr>
      <w:tblGrid>
        <w:gridCol w:w="675"/>
        <w:gridCol w:w="4536"/>
        <w:gridCol w:w="1560"/>
        <w:gridCol w:w="1417"/>
        <w:gridCol w:w="1276"/>
      </w:tblGrid>
      <w:tr w:rsidR="00E9697F" w:rsidRPr="00804087" w14:paraId="063B8F4F" w14:textId="77777777" w:rsidTr="007D0FF3">
        <w:tc>
          <w:tcPr>
            <w:tcW w:w="675" w:type="dxa"/>
          </w:tcPr>
          <w:p w14:paraId="6BEDA706" w14:textId="77777777" w:rsidR="00E9697F" w:rsidRPr="00804087" w:rsidRDefault="00E9697F" w:rsidP="007D0FF3">
            <w:pPr>
              <w:jc w:val="center"/>
              <w:rPr>
                <w:szCs w:val="24"/>
              </w:rPr>
            </w:pPr>
            <w:r w:rsidRPr="00804087">
              <w:rPr>
                <w:szCs w:val="24"/>
              </w:rPr>
              <w:t>Eil. Nr.</w:t>
            </w:r>
          </w:p>
        </w:tc>
        <w:tc>
          <w:tcPr>
            <w:tcW w:w="4536" w:type="dxa"/>
          </w:tcPr>
          <w:p w14:paraId="172D8BC4" w14:textId="77777777" w:rsidR="00E9697F" w:rsidRPr="00804087" w:rsidRDefault="00E9697F" w:rsidP="007D0FF3">
            <w:pPr>
              <w:jc w:val="center"/>
              <w:rPr>
                <w:szCs w:val="24"/>
              </w:rPr>
            </w:pPr>
            <w:r w:rsidRPr="00804087">
              <w:rPr>
                <w:szCs w:val="24"/>
              </w:rPr>
              <w:t>Techninės specifikacijos reikalavimas</w:t>
            </w:r>
          </w:p>
        </w:tc>
        <w:tc>
          <w:tcPr>
            <w:tcW w:w="1560" w:type="dxa"/>
          </w:tcPr>
          <w:p w14:paraId="495797F9" w14:textId="77777777" w:rsidR="00E9697F" w:rsidRPr="00804087" w:rsidRDefault="00E9697F" w:rsidP="007D0FF3">
            <w:pPr>
              <w:jc w:val="center"/>
              <w:rPr>
                <w:szCs w:val="24"/>
              </w:rPr>
            </w:pPr>
            <w:r w:rsidRPr="00804087">
              <w:rPr>
                <w:szCs w:val="24"/>
              </w:rPr>
              <w:t xml:space="preserve">Kaina Eur </w:t>
            </w:r>
          </w:p>
          <w:p w14:paraId="406E0705" w14:textId="77777777" w:rsidR="00E9697F" w:rsidRPr="00804087" w:rsidRDefault="00E9697F" w:rsidP="007D0FF3">
            <w:pPr>
              <w:jc w:val="center"/>
              <w:rPr>
                <w:szCs w:val="24"/>
              </w:rPr>
            </w:pPr>
            <w:r w:rsidRPr="00804087">
              <w:rPr>
                <w:szCs w:val="24"/>
              </w:rPr>
              <w:t>be PVM</w:t>
            </w:r>
          </w:p>
        </w:tc>
        <w:tc>
          <w:tcPr>
            <w:tcW w:w="1417" w:type="dxa"/>
          </w:tcPr>
          <w:p w14:paraId="5810234E" w14:textId="77777777" w:rsidR="00E9697F" w:rsidRPr="00804087" w:rsidRDefault="00E9697F" w:rsidP="007D0FF3">
            <w:pPr>
              <w:jc w:val="center"/>
              <w:rPr>
                <w:szCs w:val="24"/>
              </w:rPr>
            </w:pPr>
            <w:r w:rsidRPr="00804087">
              <w:rPr>
                <w:szCs w:val="24"/>
              </w:rPr>
              <w:t>PVM</w:t>
            </w:r>
          </w:p>
          <w:p w14:paraId="7E275507" w14:textId="77777777" w:rsidR="00E9697F" w:rsidRPr="00804087" w:rsidRDefault="00E9697F" w:rsidP="007D0FF3">
            <w:pPr>
              <w:jc w:val="center"/>
              <w:rPr>
                <w:szCs w:val="24"/>
              </w:rPr>
            </w:pPr>
          </w:p>
        </w:tc>
        <w:tc>
          <w:tcPr>
            <w:tcW w:w="1276" w:type="dxa"/>
          </w:tcPr>
          <w:p w14:paraId="45F5EAC0" w14:textId="77777777" w:rsidR="00E9697F" w:rsidRPr="00804087" w:rsidRDefault="00E9697F" w:rsidP="007D0FF3">
            <w:pPr>
              <w:jc w:val="center"/>
              <w:rPr>
                <w:szCs w:val="24"/>
              </w:rPr>
            </w:pPr>
            <w:r w:rsidRPr="00804087">
              <w:rPr>
                <w:szCs w:val="24"/>
              </w:rPr>
              <w:t>Viso kaina Eur su PVM</w:t>
            </w:r>
          </w:p>
        </w:tc>
      </w:tr>
      <w:tr w:rsidR="00E9697F" w:rsidRPr="00804087" w14:paraId="329C5A4E" w14:textId="77777777" w:rsidTr="007D0FF3">
        <w:tc>
          <w:tcPr>
            <w:tcW w:w="675" w:type="dxa"/>
          </w:tcPr>
          <w:p w14:paraId="35F58F15" w14:textId="77777777" w:rsidR="00E9697F" w:rsidRPr="00804087" w:rsidRDefault="00E9697F" w:rsidP="007D0FF3">
            <w:pPr>
              <w:rPr>
                <w:szCs w:val="24"/>
              </w:rPr>
            </w:pPr>
          </w:p>
        </w:tc>
        <w:tc>
          <w:tcPr>
            <w:tcW w:w="4536" w:type="dxa"/>
          </w:tcPr>
          <w:p w14:paraId="287EFA1D" w14:textId="77777777" w:rsidR="00E9697F" w:rsidRPr="00804087" w:rsidRDefault="00E9697F" w:rsidP="007D0FF3">
            <w:pPr>
              <w:rPr>
                <w:szCs w:val="24"/>
              </w:rPr>
            </w:pPr>
          </w:p>
        </w:tc>
        <w:tc>
          <w:tcPr>
            <w:tcW w:w="1560" w:type="dxa"/>
          </w:tcPr>
          <w:p w14:paraId="2A4DEA13" w14:textId="77777777" w:rsidR="00E9697F" w:rsidRPr="00804087" w:rsidRDefault="00E9697F" w:rsidP="007D0FF3">
            <w:pPr>
              <w:rPr>
                <w:szCs w:val="24"/>
              </w:rPr>
            </w:pPr>
          </w:p>
        </w:tc>
        <w:tc>
          <w:tcPr>
            <w:tcW w:w="1417" w:type="dxa"/>
          </w:tcPr>
          <w:p w14:paraId="0A19B5F2" w14:textId="77777777" w:rsidR="00E9697F" w:rsidRPr="00804087" w:rsidRDefault="00E9697F" w:rsidP="007D0FF3">
            <w:pPr>
              <w:rPr>
                <w:szCs w:val="24"/>
              </w:rPr>
            </w:pPr>
          </w:p>
        </w:tc>
        <w:tc>
          <w:tcPr>
            <w:tcW w:w="1276" w:type="dxa"/>
          </w:tcPr>
          <w:p w14:paraId="1765ACA1" w14:textId="77777777" w:rsidR="00E9697F" w:rsidRPr="00804087" w:rsidRDefault="00E9697F" w:rsidP="007D0FF3">
            <w:pPr>
              <w:rPr>
                <w:szCs w:val="24"/>
              </w:rPr>
            </w:pPr>
          </w:p>
        </w:tc>
      </w:tr>
      <w:tr w:rsidR="00E9697F" w:rsidRPr="00804087" w14:paraId="56921CAE" w14:textId="77777777" w:rsidTr="007D0FF3">
        <w:tc>
          <w:tcPr>
            <w:tcW w:w="675" w:type="dxa"/>
          </w:tcPr>
          <w:p w14:paraId="3341368E" w14:textId="77777777" w:rsidR="00E9697F" w:rsidRPr="00804087" w:rsidRDefault="00E9697F" w:rsidP="007D0FF3">
            <w:pPr>
              <w:rPr>
                <w:szCs w:val="24"/>
              </w:rPr>
            </w:pPr>
          </w:p>
        </w:tc>
        <w:tc>
          <w:tcPr>
            <w:tcW w:w="4536" w:type="dxa"/>
          </w:tcPr>
          <w:p w14:paraId="67D6C5B8" w14:textId="77777777" w:rsidR="00E9697F" w:rsidRPr="00804087" w:rsidRDefault="00E9697F" w:rsidP="007D0FF3">
            <w:pPr>
              <w:rPr>
                <w:szCs w:val="24"/>
              </w:rPr>
            </w:pPr>
          </w:p>
        </w:tc>
        <w:tc>
          <w:tcPr>
            <w:tcW w:w="1560" w:type="dxa"/>
          </w:tcPr>
          <w:p w14:paraId="356BFF68" w14:textId="77777777" w:rsidR="00E9697F" w:rsidRPr="00804087" w:rsidRDefault="00E9697F" w:rsidP="007D0FF3">
            <w:pPr>
              <w:rPr>
                <w:szCs w:val="24"/>
              </w:rPr>
            </w:pPr>
          </w:p>
        </w:tc>
        <w:tc>
          <w:tcPr>
            <w:tcW w:w="1417" w:type="dxa"/>
          </w:tcPr>
          <w:p w14:paraId="0B321146" w14:textId="77777777" w:rsidR="00E9697F" w:rsidRPr="00804087" w:rsidRDefault="00E9697F" w:rsidP="007D0FF3">
            <w:pPr>
              <w:rPr>
                <w:szCs w:val="24"/>
              </w:rPr>
            </w:pPr>
          </w:p>
        </w:tc>
        <w:tc>
          <w:tcPr>
            <w:tcW w:w="1276" w:type="dxa"/>
          </w:tcPr>
          <w:p w14:paraId="1ACD71C4" w14:textId="77777777" w:rsidR="00E9697F" w:rsidRPr="00804087" w:rsidRDefault="00E9697F" w:rsidP="007D0FF3">
            <w:pPr>
              <w:rPr>
                <w:szCs w:val="24"/>
              </w:rPr>
            </w:pPr>
          </w:p>
        </w:tc>
      </w:tr>
    </w:tbl>
    <w:p w14:paraId="3E632D0E" w14:textId="77777777" w:rsidR="00E9697F" w:rsidRPr="00804087" w:rsidRDefault="00E9697F" w:rsidP="00E9697F">
      <w:pPr>
        <w:ind w:right="140" w:firstLine="680"/>
        <w:rPr>
          <w:szCs w:val="24"/>
        </w:rPr>
      </w:pPr>
    </w:p>
    <w:p w14:paraId="7DC456DC" w14:textId="22597D8C" w:rsidR="00E9697F" w:rsidRPr="00804087" w:rsidRDefault="00E9697F" w:rsidP="00E9697F">
      <w:pPr>
        <w:ind w:right="140" w:firstLine="680"/>
        <w:rPr>
          <w:rFonts w:eastAsia="Calibri"/>
          <w:szCs w:val="24"/>
        </w:rPr>
      </w:pPr>
      <w:r w:rsidRPr="00804087">
        <w:rPr>
          <w:szCs w:val="24"/>
        </w:rPr>
        <w:t xml:space="preserve">Visos teikiamos paslaugos buvo suteiktos, pateikti visi reikalingi dokumentai, nurodyti sutartyje. Pirkėjas suteiktas paslaugas priėmė ir patvirtina, kad suteiktos paslaugos atitinka </w:t>
      </w:r>
      <w:r w:rsidR="00DF3ABF">
        <w:rPr>
          <w:szCs w:val="24"/>
        </w:rPr>
        <w:t>S</w:t>
      </w:r>
      <w:r w:rsidRPr="00804087">
        <w:rPr>
          <w:szCs w:val="24"/>
        </w:rPr>
        <w:t xml:space="preserve">utarties sąlygas. </w:t>
      </w:r>
      <w:r w:rsidRPr="00804087">
        <w:rPr>
          <w:rFonts w:eastAsia="Calibri"/>
          <w:szCs w:val="24"/>
        </w:rPr>
        <w:t xml:space="preserve">Šiuo paslaugų perdavimo-priėmimo aktu šalys patvirtina, kad </w:t>
      </w:r>
      <w:r w:rsidRPr="00804087">
        <w:rPr>
          <w:szCs w:val="24"/>
        </w:rPr>
        <w:t>Tiekėjas tinkamai suteikė, o</w:t>
      </w:r>
      <w:r w:rsidRPr="00804087">
        <w:rPr>
          <w:rFonts w:eastAsia="Arial Unicode MS"/>
          <w:szCs w:val="24"/>
        </w:rPr>
        <w:t xml:space="preserve"> Pirkėjas </w:t>
      </w:r>
      <w:r w:rsidRPr="00804087">
        <w:rPr>
          <w:szCs w:val="24"/>
        </w:rPr>
        <w:t>priėmė akte išvardintas paslaugas.</w:t>
      </w:r>
    </w:p>
    <w:p w14:paraId="704541E3" w14:textId="77777777" w:rsidR="00E9697F" w:rsidRPr="00804087" w:rsidRDefault="00E9697F" w:rsidP="00E9697F">
      <w:pPr>
        <w:ind w:firstLine="680"/>
        <w:rPr>
          <w:szCs w:val="24"/>
        </w:rPr>
      </w:pPr>
    </w:p>
    <w:tbl>
      <w:tblPr>
        <w:tblStyle w:val="Lentelstinklelis"/>
        <w:tblW w:w="9464" w:type="dxa"/>
        <w:tblLook w:val="04A0" w:firstRow="1" w:lastRow="0" w:firstColumn="1" w:lastColumn="0" w:noHBand="0" w:noVBand="1"/>
      </w:tblPr>
      <w:tblGrid>
        <w:gridCol w:w="4786"/>
        <w:gridCol w:w="4678"/>
      </w:tblGrid>
      <w:tr w:rsidR="00E9697F" w:rsidRPr="00804087" w14:paraId="3C0059EE" w14:textId="77777777" w:rsidTr="007D0FF3">
        <w:tc>
          <w:tcPr>
            <w:tcW w:w="4786" w:type="dxa"/>
          </w:tcPr>
          <w:p w14:paraId="2BFD86FF" w14:textId="77777777" w:rsidR="00E9697F" w:rsidRPr="00804087" w:rsidRDefault="00E9697F" w:rsidP="007D0FF3">
            <w:pPr>
              <w:rPr>
                <w:szCs w:val="24"/>
              </w:rPr>
            </w:pPr>
            <w:r w:rsidRPr="00804087">
              <w:rPr>
                <w:szCs w:val="24"/>
              </w:rPr>
              <w:t xml:space="preserve">Perdavė </w:t>
            </w:r>
          </w:p>
        </w:tc>
        <w:tc>
          <w:tcPr>
            <w:tcW w:w="4678" w:type="dxa"/>
          </w:tcPr>
          <w:p w14:paraId="38309CE9" w14:textId="77777777" w:rsidR="00E9697F" w:rsidRPr="00804087" w:rsidRDefault="00E9697F" w:rsidP="007D0FF3">
            <w:pPr>
              <w:rPr>
                <w:szCs w:val="24"/>
              </w:rPr>
            </w:pPr>
            <w:r w:rsidRPr="00804087">
              <w:rPr>
                <w:szCs w:val="24"/>
              </w:rPr>
              <w:t>Priėmė</w:t>
            </w:r>
          </w:p>
        </w:tc>
      </w:tr>
      <w:tr w:rsidR="00E9697F" w:rsidRPr="00804087" w14:paraId="7F8A00FC" w14:textId="77777777" w:rsidTr="007D0FF3">
        <w:tc>
          <w:tcPr>
            <w:tcW w:w="4786" w:type="dxa"/>
          </w:tcPr>
          <w:p w14:paraId="7486DDA5" w14:textId="77777777" w:rsidR="00E9697F" w:rsidRPr="00804087" w:rsidRDefault="00E9697F" w:rsidP="007D0FF3">
            <w:pPr>
              <w:rPr>
                <w:szCs w:val="24"/>
              </w:rPr>
            </w:pPr>
            <w:r w:rsidRPr="00804087">
              <w:rPr>
                <w:szCs w:val="24"/>
              </w:rPr>
              <w:t>Tiekėjas</w:t>
            </w:r>
          </w:p>
        </w:tc>
        <w:tc>
          <w:tcPr>
            <w:tcW w:w="4678" w:type="dxa"/>
          </w:tcPr>
          <w:p w14:paraId="74F1E924" w14:textId="77777777" w:rsidR="00E9697F" w:rsidRPr="00804087" w:rsidRDefault="00E9697F" w:rsidP="007D0FF3">
            <w:pPr>
              <w:rPr>
                <w:szCs w:val="24"/>
              </w:rPr>
            </w:pPr>
            <w:r w:rsidRPr="00804087">
              <w:rPr>
                <w:szCs w:val="24"/>
              </w:rPr>
              <w:t>Pirkėjas</w:t>
            </w:r>
          </w:p>
        </w:tc>
      </w:tr>
      <w:tr w:rsidR="00E9697F" w:rsidRPr="00804087" w14:paraId="5A921FB3" w14:textId="77777777" w:rsidTr="007D0FF3">
        <w:tc>
          <w:tcPr>
            <w:tcW w:w="4786" w:type="dxa"/>
          </w:tcPr>
          <w:p w14:paraId="6C54CDF0" w14:textId="77777777" w:rsidR="00E9697F" w:rsidRPr="00804087" w:rsidRDefault="00E9697F" w:rsidP="007D0FF3">
            <w:pPr>
              <w:rPr>
                <w:szCs w:val="24"/>
              </w:rPr>
            </w:pPr>
            <w:r w:rsidRPr="00804087">
              <w:rPr>
                <w:szCs w:val="24"/>
              </w:rPr>
              <w:t>(Parašas)</w:t>
            </w:r>
          </w:p>
        </w:tc>
        <w:tc>
          <w:tcPr>
            <w:tcW w:w="4678" w:type="dxa"/>
          </w:tcPr>
          <w:p w14:paraId="0C6D5CE9" w14:textId="77777777" w:rsidR="00E9697F" w:rsidRPr="00804087" w:rsidRDefault="00E9697F" w:rsidP="007D0FF3">
            <w:pPr>
              <w:rPr>
                <w:szCs w:val="24"/>
              </w:rPr>
            </w:pPr>
            <w:r w:rsidRPr="00804087">
              <w:rPr>
                <w:szCs w:val="24"/>
              </w:rPr>
              <w:t>(Parašas)</w:t>
            </w:r>
          </w:p>
        </w:tc>
      </w:tr>
      <w:tr w:rsidR="00E9697F" w:rsidRPr="00804087" w14:paraId="3456E09A" w14:textId="77777777" w:rsidTr="007D0FF3">
        <w:tc>
          <w:tcPr>
            <w:tcW w:w="4786" w:type="dxa"/>
          </w:tcPr>
          <w:p w14:paraId="32D6F3B0" w14:textId="77777777" w:rsidR="00E9697F" w:rsidRPr="00804087" w:rsidRDefault="00E9697F" w:rsidP="007D0FF3">
            <w:pPr>
              <w:rPr>
                <w:szCs w:val="24"/>
              </w:rPr>
            </w:pPr>
            <w:r w:rsidRPr="00804087">
              <w:rPr>
                <w:szCs w:val="24"/>
              </w:rPr>
              <w:t>Vardas, pavardė</w:t>
            </w:r>
          </w:p>
        </w:tc>
        <w:tc>
          <w:tcPr>
            <w:tcW w:w="4678" w:type="dxa"/>
          </w:tcPr>
          <w:p w14:paraId="7B4F82B9" w14:textId="77777777" w:rsidR="00E9697F" w:rsidRPr="00804087" w:rsidRDefault="00E9697F" w:rsidP="007D0FF3">
            <w:pPr>
              <w:rPr>
                <w:szCs w:val="24"/>
              </w:rPr>
            </w:pPr>
            <w:r w:rsidRPr="00804087">
              <w:rPr>
                <w:szCs w:val="24"/>
              </w:rPr>
              <w:t>Vardas, pavardė</w:t>
            </w:r>
          </w:p>
        </w:tc>
      </w:tr>
      <w:tr w:rsidR="00E9697F" w:rsidRPr="00804087" w14:paraId="19C261C2" w14:textId="77777777" w:rsidTr="007D0FF3">
        <w:tc>
          <w:tcPr>
            <w:tcW w:w="4786" w:type="dxa"/>
          </w:tcPr>
          <w:p w14:paraId="03F35548" w14:textId="77777777" w:rsidR="00E9697F" w:rsidRPr="00804087" w:rsidRDefault="00E9697F" w:rsidP="007D0FF3">
            <w:pPr>
              <w:rPr>
                <w:szCs w:val="24"/>
              </w:rPr>
            </w:pPr>
            <w:r w:rsidRPr="00804087">
              <w:rPr>
                <w:szCs w:val="24"/>
              </w:rPr>
              <w:t>Pareigos</w:t>
            </w:r>
          </w:p>
        </w:tc>
        <w:tc>
          <w:tcPr>
            <w:tcW w:w="4678" w:type="dxa"/>
          </w:tcPr>
          <w:p w14:paraId="291B5CC3" w14:textId="77777777" w:rsidR="00E9697F" w:rsidRPr="00804087" w:rsidRDefault="00E9697F" w:rsidP="007D0FF3">
            <w:pPr>
              <w:rPr>
                <w:szCs w:val="24"/>
              </w:rPr>
            </w:pPr>
            <w:r w:rsidRPr="00804087">
              <w:rPr>
                <w:szCs w:val="24"/>
              </w:rPr>
              <w:t>Pareigos</w:t>
            </w:r>
          </w:p>
        </w:tc>
      </w:tr>
    </w:tbl>
    <w:p w14:paraId="512D1CCD" w14:textId="77777777" w:rsidR="00E9697F" w:rsidRPr="00804087" w:rsidRDefault="00E9697F" w:rsidP="00E9697F">
      <w:pPr>
        <w:tabs>
          <w:tab w:val="left" w:pos="1134"/>
          <w:tab w:val="left" w:pos="5245"/>
        </w:tabs>
        <w:jc w:val="center"/>
        <w:rPr>
          <w:b/>
          <w:bCs/>
          <w:szCs w:val="24"/>
        </w:rPr>
      </w:pPr>
    </w:p>
    <w:p w14:paraId="4AB6CFB2" w14:textId="77777777" w:rsidR="00E9697F" w:rsidRPr="00804087" w:rsidRDefault="00E9697F" w:rsidP="00E9697F">
      <w:pPr>
        <w:tabs>
          <w:tab w:val="left" w:pos="1134"/>
          <w:tab w:val="left" w:pos="5245"/>
        </w:tabs>
        <w:jc w:val="center"/>
        <w:rPr>
          <w:b/>
          <w:bCs/>
          <w:szCs w:val="24"/>
        </w:rPr>
      </w:pPr>
    </w:p>
    <w:tbl>
      <w:tblPr>
        <w:tblW w:w="9474" w:type="dxa"/>
        <w:tblInd w:w="165" w:type="dxa"/>
        <w:tblLook w:val="04A0" w:firstRow="1" w:lastRow="0" w:firstColumn="1" w:lastColumn="0" w:noHBand="0" w:noVBand="1"/>
      </w:tblPr>
      <w:tblGrid>
        <w:gridCol w:w="4479"/>
        <w:gridCol w:w="426"/>
        <w:gridCol w:w="4569"/>
      </w:tblGrid>
      <w:tr w:rsidR="00A556AC" w:rsidRPr="00B26907" w14:paraId="5CA15297" w14:textId="77777777" w:rsidTr="0013352F">
        <w:trPr>
          <w:trHeight w:val="993"/>
        </w:trPr>
        <w:tc>
          <w:tcPr>
            <w:tcW w:w="4479" w:type="dxa"/>
          </w:tcPr>
          <w:p w14:paraId="20B6D108" w14:textId="77777777" w:rsidR="00A556AC" w:rsidRPr="00B26907" w:rsidRDefault="00A556AC" w:rsidP="00133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14:paraId="207DE78A" w14:textId="77777777" w:rsidR="00A556AC" w:rsidRPr="00B26907" w:rsidRDefault="00A556AC" w:rsidP="00133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B2690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>PIRKĖJAS</w:t>
            </w:r>
          </w:p>
          <w:p w14:paraId="1928657D" w14:textId="77777777" w:rsidR="00A556AC" w:rsidRPr="00B26907" w:rsidRDefault="00A556AC" w:rsidP="00133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3DCA2368" w14:textId="77777777" w:rsidR="00A556AC" w:rsidRPr="00B26907" w:rsidRDefault="00A556AC" w:rsidP="00133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B26907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Informatikos ir ryšių departamentas prie Lietuvos Respublikos vidaus reikalų ministerijos </w:t>
            </w:r>
          </w:p>
          <w:p w14:paraId="0EBD3310" w14:textId="77777777" w:rsidR="00A556AC" w:rsidRPr="00B26907" w:rsidRDefault="00A556AC" w:rsidP="00133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</w:p>
          <w:p w14:paraId="0B5C9DF8" w14:textId="77777777" w:rsidR="00A556AC" w:rsidRPr="00B26907" w:rsidRDefault="00A556AC" w:rsidP="00133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08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</w:pPr>
            <w:r w:rsidRPr="00B2690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Direktorė</w:t>
            </w:r>
          </w:p>
          <w:p w14:paraId="7B24EC8F" w14:textId="77777777" w:rsidR="00A556AC" w:rsidRPr="00B26907" w:rsidRDefault="00A556AC" w:rsidP="00133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26907">
              <w:rPr>
                <w:rFonts w:ascii="Times New Roman" w:eastAsia="Times New Roman" w:hAnsi="Times New Roman" w:cs="Times New Roman"/>
                <w:bCs/>
                <w:sz w:val="24"/>
                <w:szCs w:val="20"/>
              </w:rPr>
              <w:t>Viktorija Rūkštelė</w:t>
            </w:r>
          </w:p>
        </w:tc>
        <w:tc>
          <w:tcPr>
            <w:tcW w:w="426" w:type="dxa"/>
          </w:tcPr>
          <w:p w14:paraId="5294365D" w14:textId="77777777" w:rsidR="00A556AC" w:rsidRPr="00B26907" w:rsidRDefault="00A556AC" w:rsidP="00133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</w:tc>
        <w:tc>
          <w:tcPr>
            <w:tcW w:w="4569" w:type="dxa"/>
          </w:tcPr>
          <w:p w14:paraId="1AF676EA" w14:textId="77777777" w:rsidR="00A556AC" w:rsidRPr="00B26907" w:rsidRDefault="00A556AC" w:rsidP="00133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</w:p>
          <w:p w14:paraId="7C3C9C69" w14:textId="77777777" w:rsidR="00A556AC" w:rsidRPr="00B26907" w:rsidRDefault="00A556AC" w:rsidP="00133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</w:pPr>
            <w:r w:rsidRPr="00B26907"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TIEKĖJAS</w:t>
            </w:r>
          </w:p>
          <w:p w14:paraId="3C496B32" w14:textId="77777777" w:rsidR="00A556AC" w:rsidRPr="00B26907" w:rsidRDefault="00A556AC" w:rsidP="00133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</w:p>
          <w:p w14:paraId="67A22B2A" w14:textId="77777777" w:rsidR="00A556AC" w:rsidRPr="00B26907" w:rsidRDefault="00A556AC" w:rsidP="00133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UAB „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Insoft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</w:rPr>
              <w:t>“</w:t>
            </w:r>
          </w:p>
          <w:p w14:paraId="535EC778" w14:textId="77777777" w:rsidR="00A556AC" w:rsidRPr="00B26907" w:rsidRDefault="00A556AC" w:rsidP="00133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76171EEE" w14:textId="77777777" w:rsidR="00A556AC" w:rsidRPr="00B26907" w:rsidRDefault="00A556AC" w:rsidP="00133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700A9694" w14:textId="77777777" w:rsidR="00A556AC" w:rsidRPr="00B26907" w:rsidRDefault="00A556AC" w:rsidP="00133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</w:p>
          <w:p w14:paraId="613FB15C" w14:textId="77777777" w:rsidR="00A556AC" w:rsidRPr="00B26907" w:rsidRDefault="00A556AC" w:rsidP="00133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0"/>
              </w:rPr>
              <w:t>Di</w:t>
            </w:r>
            <w:r w:rsidRPr="00B26907">
              <w:rPr>
                <w:rFonts w:ascii="Times New Roman" w:eastAsia="Times New Roman" w:hAnsi="Times New Roman" w:cs="Times New Roman"/>
                <w:sz w:val="24"/>
                <w:szCs w:val="20"/>
              </w:rPr>
              <w:t xml:space="preserve">rektorius </w:t>
            </w:r>
          </w:p>
          <w:p w14:paraId="63841187" w14:textId="77777777" w:rsidR="00A556AC" w:rsidRPr="00B26907" w:rsidRDefault="00A556AC" w:rsidP="0013352F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93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</w:rPr>
            </w:pPr>
            <w:r w:rsidRPr="00B26907">
              <w:rPr>
                <w:rFonts w:ascii="Times New Roman" w:eastAsia="Times New Roman" w:hAnsi="Times New Roman" w:cs="Times New Roman"/>
                <w:sz w:val="24"/>
                <w:szCs w:val="20"/>
              </w:rPr>
              <w:t>Mindaugas Mikulėnas</w:t>
            </w:r>
          </w:p>
        </w:tc>
      </w:tr>
    </w:tbl>
    <w:p w14:paraId="47D6DC63" w14:textId="77777777" w:rsidR="00F64268" w:rsidRPr="00D273B5" w:rsidRDefault="00F64268" w:rsidP="00556361">
      <w:pPr>
        <w:spacing w:before="60" w:after="60" w:line="240" w:lineRule="auto"/>
        <w:rPr>
          <w:rFonts w:ascii="Calibri Light" w:hAnsi="Calibri Light" w:cs="Calibri Light"/>
        </w:rPr>
      </w:pPr>
    </w:p>
    <w:sectPr w:rsidR="00F64268" w:rsidRPr="00D273B5" w:rsidSect="00131595">
      <w:footerReference w:type="default" r:id="rId11"/>
      <w:pgSz w:w="11907" w:h="16839" w:code="9"/>
      <w:pgMar w:top="1134" w:right="567" w:bottom="1134" w:left="1701" w:header="567" w:footer="567" w:gutter="0"/>
      <w:pgNumType w:start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2E0806" w14:textId="77777777" w:rsidR="001B6E54" w:rsidRPr="00804087" w:rsidRDefault="001B6E54">
      <w:pPr>
        <w:spacing w:after="0" w:line="240" w:lineRule="auto"/>
      </w:pPr>
      <w:r w:rsidRPr="00804087">
        <w:separator/>
      </w:r>
    </w:p>
  </w:endnote>
  <w:endnote w:type="continuationSeparator" w:id="0">
    <w:p w14:paraId="0AC12EB4" w14:textId="77777777" w:rsidR="001B6E54" w:rsidRPr="00804087" w:rsidRDefault="001B6E54">
      <w:pPr>
        <w:spacing w:after="0" w:line="240" w:lineRule="auto"/>
      </w:pPr>
      <w:r w:rsidRPr="0080408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 Bold">
    <w:panose1 w:val="02020803070505020304"/>
    <w:charset w:val="00"/>
    <w:family w:val="roman"/>
    <w:notTrueType/>
    <w:pitch w:val="default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8F85D" w14:textId="31279C87" w:rsidR="0098026F" w:rsidRPr="00804087" w:rsidRDefault="0098026F" w:rsidP="00A556AC">
    <w:pPr>
      <w:pStyle w:val="Porat"/>
      <w:ind w:left="0" w:right="-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35EB7" w14:textId="77777777" w:rsidR="001B6E54" w:rsidRPr="00804087" w:rsidRDefault="001B6E54">
      <w:pPr>
        <w:spacing w:after="0" w:line="240" w:lineRule="auto"/>
      </w:pPr>
      <w:r w:rsidRPr="00804087">
        <w:separator/>
      </w:r>
    </w:p>
  </w:footnote>
  <w:footnote w:type="continuationSeparator" w:id="0">
    <w:p w14:paraId="3D2E43CE" w14:textId="77777777" w:rsidR="001B6E54" w:rsidRPr="00804087" w:rsidRDefault="001B6E54">
      <w:pPr>
        <w:spacing w:after="0" w:line="240" w:lineRule="auto"/>
      </w:pPr>
      <w:r w:rsidRPr="00804087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B6E8615A"/>
    <w:lvl w:ilvl="0">
      <w:start w:val="1"/>
      <w:numFmt w:val="bullet"/>
      <w:pStyle w:val="Sraassuenkleliai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F8230A0"/>
    <w:lvl w:ilvl="0">
      <w:start w:val="1"/>
      <w:numFmt w:val="bullet"/>
      <w:pStyle w:val="Sraassuenkleliai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CF4A9A6"/>
    <w:lvl w:ilvl="0">
      <w:start w:val="1"/>
      <w:numFmt w:val="bullet"/>
      <w:pStyle w:val="Sraassuenkleliai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F86DD2C"/>
    <w:lvl w:ilvl="0">
      <w:start w:val="1"/>
      <w:numFmt w:val="bullet"/>
      <w:pStyle w:val="Sraassuenkleliai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63AF57E"/>
    <w:lvl w:ilvl="0">
      <w:start w:val="1"/>
      <w:numFmt w:val="bullet"/>
      <w:pStyle w:val="Sraassuenkleliais"/>
      <w:lvlText w:val="•"/>
      <w:lvlJc w:val="left"/>
      <w:pPr>
        <w:ind w:left="360" w:hanging="360"/>
      </w:pPr>
      <w:rPr>
        <w:rFonts w:ascii="Cambria" w:hAnsi="Cambria" w:hint="default"/>
        <w:color w:val="4F81BD" w:themeColor="accent1"/>
      </w:rPr>
    </w:lvl>
  </w:abstractNum>
  <w:abstractNum w:abstractNumId="5" w15:restartNumberingAfterBreak="0">
    <w:nsid w:val="022A3363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8E59D6"/>
    <w:multiLevelType w:val="hybridMultilevel"/>
    <w:tmpl w:val="A7B67730"/>
    <w:lvl w:ilvl="0" w:tplc="4D041A98">
      <w:start w:val="1"/>
      <w:numFmt w:val="decimal"/>
      <w:lvlText w:val="4.1.%1."/>
      <w:lvlJc w:val="left"/>
      <w:pPr>
        <w:ind w:left="75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66" w:hanging="360"/>
      </w:pPr>
    </w:lvl>
    <w:lvl w:ilvl="2" w:tplc="0427001B" w:tentative="1">
      <w:start w:val="1"/>
      <w:numFmt w:val="lowerRoman"/>
      <w:lvlText w:val="%3."/>
      <w:lvlJc w:val="right"/>
      <w:pPr>
        <w:ind w:left="2586" w:hanging="180"/>
      </w:pPr>
    </w:lvl>
    <w:lvl w:ilvl="3" w:tplc="0427000F" w:tentative="1">
      <w:start w:val="1"/>
      <w:numFmt w:val="decimal"/>
      <w:lvlText w:val="%4."/>
      <w:lvlJc w:val="left"/>
      <w:pPr>
        <w:ind w:left="3306" w:hanging="360"/>
      </w:pPr>
    </w:lvl>
    <w:lvl w:ilvl="4" w:tplc="04270019" w:tentative="1">
      <w:start w:val="1"/>
      <w:numFmt w:val="lowerLetter"/>
      <w:lvlText w:val="%5."/>
      <w:lvlJc w:val="left"/>
      <w:pPr>
        <w:ind w:left="4026" w:hanging="360"/>
      </w:pPr>
    </w:lvl>
    <w:lvl w:ilvl="5" w:tplc="0427001B" w:tentative="1">
      <w:start w:val="1"/>
      <w:numFmt w:val="lowerRoman"/>
      <w:lvlText w:val="%6."/>
      <w:lvlJc w:val="right"/>
      <w:pPr>
        <w:ind w:left="4746" w:hanging="180"/>
      </w:pPr>
    </w:lvl>
    <w:lvl w:ilvl="6" w:tplc="0427000F" w:tentative="1">
      <w:start w:val="1"/>
      <w:numFmt w:val="decimal"/>
      <w:lvlText w:val="%7."/>
      <w:lvlJc w:val="left"/>
      <w:pPr>
        <w:ind w:left="5466" w:hanging="360"/>
      </w:pPr>
    </w:lvl>
    <w:lvl w:ilvl="7" w:tplc="04270019" w:tentative="1">
      <w:start w:val="1"/>
      <w:numFmt w:val="lowerLetter"/>
      <w:lvlText w:val="%8."/>
      <w:lvlJc w:val="left"/>
      <w:pPr>
        <w:ind w:left="6186" w:hanging="360"/>
      </w:pPr>
    </w:lvl>
    <w:lvl w:ilvl="8" w:tplc="0427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15370109"/>
    <w:multiLevelType w:val="multilevel"/>
    <w:tmpl w:val="E0BAF2D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6F205A"/>
    <w:multiLevelType w:val="multilevel"/>
    <w:tmpl w:val="9CA4ABB8"/>
    <w:styleLink w:val="Metinataskait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52550C"/>
    <w:multiLevelType w:val="hybridMultilevel"/>
    <w:tmpl w:val="6330A3C4"/>
    <w:lvl w:ilvl="0" w:tplc="E58A757C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5CA4048"/>
    <w:multiLevelType w:val="hybridMultilevel"/>
    <w:tmpl w:val="FFFFFFFF"/>
    <w:lvl w:ilvl="0" w:tplc="733AFB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A50DCF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9052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356B6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267F8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A56A0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DEE08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A4893B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F017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7F6A45"/>
    <w:multiLevelType w:val="multilevel"/>
    <w:tmpl w:val="80C0D6D2"/>
    <w:lvl w:ilvl="0">
      <w:start w:val="1"/>
      <w:numFmt w:val="decimal"/>
      <w:pStyle w:val="Sraassunumeriai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raassunumeriais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Sraassunumeriais3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pStyle w:val="Sraassunumeriais4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pStyle w:val="Sraassunumeriais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48CE537C"/>
    <w:multiLevelType w:val="hybridMultilevel"/>
    <w:tmpl w:val="2A625916"/>
    <w:lvl w:ilvl="0" w:tplc="39F0386E">
      <w:start w:val="1"/>
      <w:numFmt w:val="decimal"/>
      <w:lvlText w:val="1.%1."/>
      <w:lvlJc w:val="left"/>
      <w:pPr>
        <w:ind w:left="720" w:hanging="360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773B9C"/>
    <w:multiLevelType w:val="multilevel"/>
    <w:tmpl w:val="4C7CA808"/>
    <w:lvl w:ilvl="0">
      <w:start w:val="20"/>
      <w:numFmt w:val="decimal"/>
      <w:lvlText w:val="%1."/>
      <w:lvlJc w:val="left"/>
      <w:pPr>
        <w:ind w:left="1898" w:hanging="48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218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14" w15:restartNumberingAfterBreak="0">
    <w:nsid w:val="5D8F705E"/>
    <w:multiLevelType w:val="multilevel"/>
    <w:tmpl w:val="4566B8AE"/>
    <w:lvl w:ilvl="0">
      <w:start w:val="23"/>
      <w:numFmt w:val="decimal"/>
      <w:lvlText w:val="%1."/>
      <w:lvlJc w:val="left"/>
      <w:pPr>
        <w:ind w:left="5747" w:hanging="360"/>
      </w:pPr>
    </w:lvl>
    <w:lvl w:ilvl="1">
      <w:start w:val="1"/>
      <w:numFmt w:val="decimal"/>
      <w:lvlText w:val="%2."/>
      <w:lvlJc w:val="left"/>
      <w:pPr>
        <w:ind w:left="1425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5F2567B1"/>
    <w:multiLevelType w:val="hybridMultilevel"/>
    <w:tmpl w:val="7D385FC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FE657F0"/>
    <w:multiLevelType w:val="hybridMultilevel"/>
    <w:tmpl w:val="84DC6B46"/>
    <w:lvl w:ilvl="0" w:tplc="F434145C">
      <w:start w:val="1"/>
      <w:numFmt w:val="upperRoman"/>
      <w:pStyle w:val="Skyriauspavadinimas"/>
      <w:lvlText w:val="%1."/>
      <w:lvlJc w:val="left"/>
      <w:pPr>
        <w:tabs>
          <w:tab w:val="num" w:pos="510"/>
        </w:tabs>
        <w:ind w:left="0" w:firstLine="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466"/>
        </w:tabs>
        <w:ind w:left="2466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3186"/>
        </w:tabs>
        <w:ind w:left="3186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906"/>
        </w:tabs>
        <w:ind w:left="390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626"/>
        </w:tabs>
        <w:ind w:left="462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346"/>
        </w:tabs>
        <w:ind w:left="534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6066"/>
        </w:tabs>
        <w:ind w:left="606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786"/>
        </w:tabs>
        <w:ind w:left="678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506"/>
        </w:tabs>
        <w:ind w:left="7506" w:hanging="180"/>
      </w:pPr>
    </w:lvl>
  </w:abstractNum>
  <w:abstractNum w:abstractNumId="17" w15:restartNumberingAfterBreak="0">
    <w:nsid w:val="61245C9A"/>
    <w:multiLevelType w:val="multilevel"/>
    <w:tmpl w:val="76D650CA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eastAsiaTheme="minorHAnsi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16F1D09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36250B"/>
    <w:multiLevelType w:val="multilevel"/>
    <w:tmpl w:val="AF6C3C9E"/>
    <w:lvl w:ilvl="0">
      <w:start w:val="1"/>
      <w:numFmt w:val="decimal"/>
      <w:lvlText w:val="%1."/>
      <w:lvlJc w:val="left"/>
      <w:pPr>
        <w:ind w:left="1898" w:hanging="480"/>
      </w:pPr>
      <w:rPr>
        <w:rFonts w:hint="default"/>
        <w:i w:val="0"/>
        <w:iCs w:val="0"/>
      </w:rPr>
    </w:lvl>
    <w:lvl w:ilvl="1">
      <w:start w:val="1"/>
      <w:numFmt w:val="decimal"/>
      <w:lvlText w:val="%1.%2."/>
      <w:lvlJc w:val="left"/>
      <w:pPr>
        <w:ind w:left="2182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8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1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2" w:hanging="1800"/>
      </w:pPr>
      <w:rPr>
        <w:rFonts w:hint="default"/>
      </w:rPr>
    </w:lvl>
  </w:abstractNum>
  <w:abstractNum w:abstractNumId="20" w15:restartNumberingAfterBreak="0">
    <w:nsid w:val="66EE0642"/>
    <w:multiLevelType w:val="hybridMultilevel"/>
    <w:tmpl w:val="FFFFFFFF"/>
    <w:lvl w:ilvl="0" w:tplc="9FA8576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2EE4C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9C96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AF41C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8F01C9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556CF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F2DF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94CFD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20CEC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8596562"/>
    <w:multiLevelType w:val="hybridMultilevel"/>
    <w:tmpl w:val="6330A3C4"/>
    <w:lvl w:ilvl="0" w:tplc="FFFFFFFF">
      <w:start w:val="1"/>
      <w:numFmt w:val="decimal"/>
      <w:lvlText w:val="6.1.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547691"/>
    <w:multiLevelType w:val="hybridMultilevel"/>
    <w:tmpl w:val="99C6D17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505B75"/>
    <w:multiLevelType w:val="multilevel"/>
    <w:tmpl w:val="0004FF6C"/>
    <w:lvl w:ilvl="0">
      <w:start w:val="1"/>
      <w:numFmt w:val="decimal"/>
      <w:lvlText w:val="3.1.%1."/>
      <w:lvlJc w:val="left"/>
      <w:pPr>
        <w:ind w:left="0" w:firstLine="0"/>
      </w:pPr>
      <w:rPr>
        <w:rFonts w:hint="default"/>
        <w:b w:val="0"/>
        <w:bCs w:val="0"/>
        <w:i w:val="0"/>
        <w:iCs/>
        <w:color w:val="auto"/>
        <w:sz w:val="21"/>
        <w:szCs w:val="21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color w:val="auto"/>
        <w:sz w:val="21"/>
        <w:szCs w:val="2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inorHAnsi" w:hAnsiTheme="minorHAnsi" w:cstheme="minorHAnsi" w:hint="default"/>
        <w:sz w:val="21"/>
        <w:szCs w:val="21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Theme="minorHAnsi" w:hAnsiTheme="minorHAnsi" w:cstheme="minorHAns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inorHAnsi" w:hAnsiTheme="minorHAnsi" w:cstheme="minorHAns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Theme="minorHAnsi" w:hAnsiTheme="minorHAnsi" w:cstheme="minorHAns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inorHAnsi" w:hAnsiTheme="minorHAnsi" w:cstheme="minorHAns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Theme="minorHAnsi" w:hAnsiTheme="minorHAnsi" w:cstheme="minorHAns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inorHAnsi" w:hAnsiTheme="minorHAnsi" w:cstheme="minorHAnsi" w:hint="default"/>
        <w:sz w:val="22"/>
      </w:rPr>
    </w:lvl>
  </w:abstractNum>
  <w:abstractNum w:abstractNumId="24" w15:restartNumberingAfterBreak="0">
    <w:nsid w:val="730D0034"/>
    <w:multiLevelType w:val="multilevel"/>
    <w:tmpl w:val="E5ACB70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8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8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color w:val="000000"/>
      </w:rPr>
    </w:lvl>
  </w:abstractNum>
  <w:abstractNum w:abstractNumId="25" w15:restartNumberingAfterBreak="0">
    <w:nsid w:val="73892C59"/>
    <w:multiLevelType w:val="multilevel"/>
    <w:tmpl w:val="31889F68"/>
    <w:lvl w:ilvl="0">
      <w:start w:val="1"/>
      <w:numFmt w:val="decimal"/>
      <w:lvlText w:val="%1."/>
      <w:lvlJc w:val="left"/>
      <w:pPr>
        <w:ind w:left="0" w:hanging="360"/>
      </w:pPr>
      <w:rPr>
        <w:rFonts w:ascii="Calibri Light" w:hAnsi="Calibri Light" w:cs="Calibri Light" w:hint="default"/>
        <w:color w:val="548DD4" w:themeColor="text2" w:themeTint="99"/>
        <w:sz w:val="24"/>
      </w:rPr>
    </w:lvl>
    <w:lvl w:ilvl="1">
      <w:start w:val="1"/>
      <w:numFmt w:val="decimal"/>
      <w:isLgl/>
      <w:lvlText w:val="%1.%2"/>
      <w:lvlJc w:val="left"/>
      <w:pPr>
        <w:ind w:left="0" w:hanging="360"/>
      </w:pPr>
      <w:rPr>
        <w:rFonts w:ascii="Calibri Light" w:hAnsi="Calibri Light" w:cs="Calibri Light" w:hint="default"/>
        <w:b w:val="0"/>
        <w:color w:val="auto"/>
        <w:sz w:val="22"/>
        <w:szCs w:val="20"/>
      </w:rPr>
    </w:lvl>
    <w:lvl w:ilvl="2">
      <w:start w:val="1"/>
      <w:numFmt w:val="decimal"/>
      <w:lvlText w:val="2.1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isLgl/>
      <w:lvlText w:val="%1.%2.%3.%4"/>
      <w:lvlJc w:val="left"/>
      <w:pPr>
        <w:ind w:left="3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800"/>
      </w:pPr>
      <w:rPr>
        <w:rFonts w:hint="default"/>
      </w:rPr>
    </w:lvl>
  </w:abstractNum>
  <w:abstractNum w:abstractNumId="26" w15:restartNumberingAfterBreak="0">
    <w:nsid w:val="7E926B78"/>
    <w:multiLevelType w:val="multilevel"/>
    <w:tmpl w:val="4DF658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b w:val="0"/>
        <w:i w:val="0"/>
        <w:iCs/>
        <w:color w:val="auto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color w:val="auto"/>
      </w:rPr>
    </w:lvl>
  </w:abstractNum>
  <w:num w:numId="1" w16cid:durableId="2142458738">
    <w:abstractNumId w:val="4"/>
  </w:num>
  <w:num w:numId="2" w16cid:durableId="407730059">
    <w:abstractNumId w:val="3"/>
  </w:num>
  <w:num w:numId="3" w16cid:durableId="1375621561">
    <w:abstractNumId w:val="2"/>
  </w:num>
  <w:num w:numId="4" w16cid:durableId="1417435371">
    <w:abstractNumId w:val="1"/>
  </w:num>
  <w:num w:numId="5" w16cid:durableId="1520391572">
    <w:abstractNumId w:val="0"/>
  </w:num>
  <w:num w:numId="6" w16cid:durableId="1684286655">
    <w:abstractNumId w:val="8"/>
  </w:num>
  <w:num w:numId="7" w16cid:durableId="895240506">
    <w:abstractNumId w:val="11"/>
  </w:num>
  <w:num w:numId="8" w16cid:durableId="389960473">
    <w:abstractNumId w:val="25"/>
  </w:num>
  <w:num w:numId="9" w16cid:durableId="526404920">
    <w:abstractNumId w:val="12"/>
  </w:num>
  <w:num w:numId="10" w16cid:durableId="2105221303">
    <w:abstractNumId w:val="6"/>
  </w:num>
  <w:num w:numId="11" w16cid:durableId="1134786011">
    <w:abstractNumId w:val="9"/>
  </w:num>
  <w:num w:numId="12" w16cid:durableId="2018339086">
    <w:abstractNumId w:val="21"/>
  </w:num>
  <w:num w:numId="13" w16cid:durableId="2111124917">
    <w:abstractNumId w:val="10"/>
  </w:num>
  <w:num w:numId="14" w16cid:durableId="1630473600">
    <w:abstractNumId w:val="20"/>
  </w:num>
  <w:num w:numId="15" w16cid:durableId="808790298">
    <w:abstractNumId w:val="15"/>
  </w:num>
  <w:num w:numId="16" w16cid:durableId="1294367767">
    <w:abstractNumId w:val="23"/>
  </w:num>
  <w:num w:numId="17" w16cid:durableId="619267217">
    <w:abstractNumId w:val="18"/>
  </w:num>
  <w:num w:numId="18" w16cid:durableId="771702242">
    <w:abstractNumId w:val="22"/>
  </w:num>
  <w:num w:numId="19" w16cid:durableId="1504082620">
    <w:abstractNumId w:val="5"/>
  </w:num>
  <w:num w:numId="20" w16cid:durableId="551623491">
    <w:abstractNumId w:val="16"/>
  </w:num>
  <w:num w:numId="21" w16cid:durableId="1588463240">
    <w:abstractNumId w:val="19"/>
  </w:num>
  <w:num w:numId="22" w16cid:durableId="322705210">
    <w:abstractNumId w:val="13"/>
  </w:num>
  <w:num w:numId="23" w16cid:durableId="809057716">
    <w:abstractNumId w:val="26"/>
  </w:num>
  <w:num w:numId="24" w16cid:durableId="1221674124">
    <w:abstractNumId w:val="24"/>
  </w:num>
  <w:num w:numId="25" w16cid:durableId="1466464794">
    <w:abstractNumId w:val="14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98725364">
    <w:abstractNumId w:val="7"/>
  </w:num>
  <w:num w:numId="27" w16cid:durableId="1503423608">
    <w:abstractNumId w:val="1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proofState w:spelling="clean" w:grammar="clean"/>
  <w:attachedTemplate r:id="rId1"/>
  <w:trackRevisions/>
  <w:defaultTabStop w:val="0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1NjQ1MzcxMLW0tDRR0lEKTi0uzszPAykwrAUAdbgi3CwAAAA="/>
  </w:docVars>
  <w:rsids>
    <w:rsidRoot w:val="006D305F"/>
    <w:rsid w:val="00001963"/>
    <w:rsid w:val="00001DCD"/>
    <w:rsid w:val="00002F38"/>
    <w:rsid w:val="000039A5"/>
    <w:rsid w:val="000043D1"/>
    <w:rsid w:val="000050A5"/>
    <w:rsid w:val="00005EA6"/>
    <w:rsid w:val="00011C23"/>
    <w:rsid w:val="000204A6"/>
    <w:rsid w:val="00026A54"/>
    <w:rsid w:val="000270ED"/>
    <w:rsid w:val="00032092"/>
    <w:rsid w:val="0003366F"/>
    <w:rsid w:val="0003446B"/>
    <w:rsid w:val="00036DBB"/>
    <w:rsid w:val="00037185"/>
    <w:rsid w:val="000374AC"/>
    <w:rsid w:val="00040DAD"/>
    <w:rsid w:val="00041E3C"/>
    <w:rsid w:val="0004269F"/>
    <w:rsid w:val="00044289"/>
    <w:rsid w:val="00045F8C"/>
    <w:rsid w:val="0004685E"/>
    <w:rsid w:val="000533B6"/>
    <w:rsid w:val="00053743"/>
    <w:rsid w:val="00055EEA"/>
    <w:rsid w:val="0005633C"/>
    <w:rsid w:val="00061076"/>
    <w:rsid w:val="00065506"/>
    <w:rsid w:val="0007339C"/>
    <w:rsid w:val="00076880"/>
    <w:rsid w:val="000777D3"/>
    <w:rsid w:val="00077819"/>
    <w:rsid w:val="00077F4E"/>
    <w:rsid w:val="00080339"/>
    <w:rsid w:val="00084465"/>
    <w:rsid w:val="00084F44"/>
    <w:rsid w:val="00092518"/>
    <w:rsid w:val="00097241"/>
    <w:rsid w:val="00097560"/>
    <w:rsid w:val="000A0A83"/>
    <w:rsid w:val="000A1D19"/>
    <w:rsid w:val="000A23D3"/>
    <w:rsid w:val="000A61E0"/>
    <w:rsid w:val="000B0A6A"/>
    <w:rsid w:val="000B1A6F"/>
    <w:rsid w:val="000B2D98"/>
    <w:rsid w:val="000C1CDC"/>
    <w:rsid w:val="000C2337"/>
    <w:rsid w:val="000D0B5B"/>
    <w:rsid w:val="000D0C23"/>
    <w:rsid w:val="000D122A"/>
    <w:rsid w:val="000D1801"/>
    <w:rsid w:val="000D610B"/>
    <w:rsid w:val="000E181D"/>
    <w:rsid w:val="000E1906"/>
    <w:rsid w:val="000E416B"/>
    <w:rsid w:val="000F1151"/>
    <w:rsid w:val="000F33C7"/>
    <w:rsid w:val="000F4D3D"/>
    <w:rsid w:val="000F554D"/>
    <w:rsid w:val="000F5D57"/>
    <w:rsid w:val="000F6B0B"/>
    <w:rsid w:val="001038C5"/>
    <w:rsid w:val="00103A07"/>
    <w:rsid w:val="001129AC"/>
    <w:rsid w:val="00113927"/>
    <w:rsid w:val="00115DE0"/>
    <w:rsid w:val="00131595"/>
    <w:rsid w:val="0013231E"/>
    <w:rsid w:val="001328BA"/>
    <w:rsid w:val="00143174"/>
    <w:rsid w:val="0014465A"/>
    <w:rsid w:val="001458F5"/>
    <w:rsid w:val="0015158C"/>
    <w:rsid w:val="0015224A"/>
    <w:rsid w:val="00152EDB"/>
    <w:rsid w:val="00153F22"/>
    <w:rsid w:val="0015696B"/>
    <w:rsid w:val="0016225E"/>
    <w:rsid w:val="00165468"/>
    <w:rsid w:val="00171C82"/>
    <w:rsid w:val="00172729"/>
    <w:rsid w:val="00172C17"/>
    <w:rsid w:val="00183D31"/>
    <w:rsid w:val="00185D52"/>
    <w:rsid w:val="00185F21"/>
    <w:rsid w:val="00192838"/>
    <w:rsid w:val="00193AEA"/>
    <w:rsid w:val="00194EA9"/>
    <w:rsid w:val="001963C3"/>
    <w:rsid w:val="001A0AC6"/>
    <w:rsid w:val="001A3652"/>
    <w:rsid w:val="001A47C7"/>
    <w:rsid w:val="001A6565"/>
    <w:rsid w:val="001A7493"/>
    <w:rsid w:val="001B189E"/>
    <w:rsid w:val="001B6E54"/>
    <w:rsid w:val="001B7AC7"/>
    <w:rsid w:val="001B7BEB"/>
    <w:rsid w:val="001C6EA5"/>
    <w:rsid w:val="001C7F01"/>
    <w:rsid w:val="001D1EC2"/>
    <w:rsid w:val="001D26B5"/>
    <w:rsid w:val="001D273C"/>
    <w:rsid w:val="001D32D3"/>
    <w:rsid w:val="001D7B27"/>
    <w:rsid w:val="001F0C86"/>
    <w:rsid w:val="001F335D"/>
    <w:rsid w:val="001F3F23"/>
    <w:rsid w:val="001F6330"/>
    <w:rsid w:val="0020299D"/>
    <w:rsid w:val="00203D2F"/>
    <w:rsid w:val="0020503E"/>
    <w:rsid w:val="0020542B"/>
    <w:rsid w:val="00207622"/>
    <w:rsid w:val="002101D9"/>
    <w:rsid w:val="00210D07"/>
    <w:rsid w:val="0021194A"/>
    <w:rsid w:val="00211AD7"/>
    <w:rsid w:val="00216CC3"/>
    <w:rsid w:val="0022034A"/>
    <w:rsid w:val="002253B5"/>
    <w:rsid w:val="00230BD5"/>
    <w:rsid w:val="00230C9A"/>
    <w:rsid w:val="00233A12"/>
    <w:rsid w:val="002379D0"/>
    <w:rsid w:val="00243A47"/>
    <w:rsid w:val="00250406"/>
    <w:rsid w:val="00255CAD"/>
    <w:rsid w:val="00257FC4"/>
    <w:rsid w:val="00261339"/>
    <w:rsid w:val="00261B88"/>
    <w:rsid w:val="00263108"/>
    <w:rsid w:val="0026357D"/>
    <w:rsid w:val="00264DDC"/>
    <w:rsid w:val="00265809"/>
    <w:rsid w:val="002677A6"/>
    <w:rsid w:val="0027333C"/>
    <w:rsid w:val="00273CFD"/>
    <w:rsid w:val="0027754B"/>
    <w:rsid w:val="00281030"/>
    <w:rsid w:val="00281958"/>
    <w:rsid w:val="0028250F"/>
    <w:rsid w:val="00282E42"/>
    <w:rsid w:val="00285D71"/>
    <w:rsid w:val="002862F1"/>
    <w:rsid w:val="00290944"/>
    <w:rsid w:val="002912FE"/>
    <w:rsid w:val="00292FAC"/>
    <w:rsid w:val="0029701E"/>
    <w:rsid w:val="002A5ADA"/>
    <w:rsid w:val="002A626E"/>
    <w:rsid w:val="002B0C49"/>
    <w:rsid w:val="002B6296"/>
    <w:rsid w:val="002B6319"/>
    <w:rsid w:val="002B7579"/>
    <w:rsid w:val="002C25B6"/>
    <w:rsid w:val="002C3F4C"/>
    <w:rsid w:val="002C4E6E"/>
    <w:rsid w:val="002C7618"/>
    <w:rsid w:val="002C7F2C"/>
    <w:rsid w:val="002D3BC2"/>
    <w:rsid w:val="002D52B3"/>
    <w:rsid w:val="002E0350"/>
    <w:rsid w:val="002E4E8C"/>
    <w:rsid w:val="002E6EAF"/>
    <w:rsid w:val="00300559"/>
    <w:rsid w:val="00307AA9"/>
    <w:rsid w:val="003150D0"/>
    <w:rsid w:val="003155D6"/>
    <w:rsid w:val="003226E7"/>
    <w:rsid w:val="003236D0"/>
    <w:rsid w:val="0033079E"/>
    <w:rsid w:val="003310F5"/>
    <w:rsid w:val="00333AE1"/>
    <w:rsid w:val="00334A5F"/>
    <w:rsid w:val="0033550B"/>
    <w:rsid w:val="003417D8"/>
    <w:rsid w:val="00341C69"/>
    <w:rsid w:val="0034278B"/>
    <w:rsid w:val="003437A4"/>
    <w:rsid w:val="00343EDB"/>
    <w:rsid w:val="003449B9"/>
    <w:rsid w:val="00346CAC"/>
    <w:rsid w:val="003527DF"/>
    <w:rsid w:val="003552B7"/>
    <w:rsid w:val="00355B56"/>
    <w:rsid w:val="00357BD5"/>
    <w:rsid w:val="00360745"/>
    <w:rsid w:val="0036677E"/>
    <w:rsid w:val="00366BC2"/>
    <w:rsid w:val="003673D6"/>
    <w:rsid w:val="00367F36"/>
    <w:rsid w:val="00370341"/>
    <w:rsid w:val="00370773"/>
    <w:rsid w:val="00381861"/>
    <w:rsid w:val="00383DA6"/>
    <w:rsid w:val="00385616"/>
    <w:rsid w:val="00386DCD"/>
    <w:rsid w:val="00396470"/>
    <w:rsid w:val="0039787C"/>
    <w:rsid w:val="003A0FE4"/>
    <w:rsid w:val="003A1596"/>
    <w:rsid w:val="003A5FC9"/>
    <w:rsid w:val="003B0B81"/>
    <w:rsid w:val="003B1609"/>
    <w:rsid w:val="003B531F"/>
    <w:rsid w:val="003C392B"/>
    <w:rsid w:val="003C60C3"/>
    <w:rsid w:val="003C6511"/>
    <w:rsid w:val="003C6B2B"/>
    <w:rsid w:val="003D0DA8"/>
    <w:rsid w:val="003D4D74"/>
    <w:rsid w:val="003D5439"/>
    <w:rsid w:val="003D57F6"/>
    <w:rsid w:val="003D61C4"/>
    <w:rsid w:val="003E207A"/>
    <w:rsid w:val="003E49D5"/>
    <w:rsid w:val="003E761A"/>
    <w:rsid w:val="003F07DC"/>
    <w:rsid w:val="003F1AC0"/>
    <w:rsid w:val="003F20DE"/>
    <w:rsid w:val="003F2E3F"/>
    <w:rsid w:val="003F379C"/>
    <w:rsid w:val="003F451D"/>
    <w:rsid w:val="003F5C62"/>
    <w:rsid w:val="003F6C42"/>
    <w:rsid w:val="00403AC9"/>
    <w:rsid w:val="00404799"/>
    <w:rsid w:val="004049BB"/>
    <w:rsid w:val="00404FDE"/>
    <w:rsid w:val="004052A0"/>
    <w:rsid w:val="004053F7"/>
    <w:rsid w:val="00412269"/>
    <w:rsid w:val="004222E8"/>
    <w:rsid w:val="0042320A"/>
    <w:rsid w:val="004240B1"/>
    <w:rsid w:val="004252BA"/>
    <w:rsid w:val="0042600F"/>
    <w:rsid w:val="00430A6E"/>
    <w:rsid w:val="00433025"/>
    <w:rsid w:val="0043781A"/>
    <w:rsid w:val="00442B45"/>
    <w:rsid w:val="00442EF5"/>
    <w:rsid w:val="00443697"/>
    <w:rsid w:val="0044629C"/>
    <w:rsid w:val="0044747E"/>
    <w:rsid w:val="00447F1C"/>
    <w:rsid w:val="0045188C"/>
    <w:rsid w:val="004539C4"/>
    <w:rsid w:val="004539F4"/>
    <w:rsid w:val="00454AC2"/>
    <w:rsid w:val="004564F9"/>
    <w:rsid w:val="00462DE6"/>
    <w:rsid w:val="00466866"/>
    <w:rsid w:val="00470AB6"/>
    <w:rsid w:val="0047250A"/>
    <w:rsid w:val="0047713F"/>
    <w:rsid w:val="00480704"/>
    <w:rsid w:val="00482726"/>
    <w:rsid w:val="00483E3A"/>
    <w:rsid w:val="00484BC8"/>
    <w:rsid w:val="0048798F"/>
    <w:rsid w:val="00487CB2"/>
    <w:rsid w:val="004A2E21"/>
    <w:rsid w:val="004A2F52"/>
    <w:rsid w:val="004A33EE"/>
    <w:rsid w:val="004A51A5"/>
    <w:rsid w:val="004A5CA8"/>
    <w:rsid w:val="004B5637"/>
    <w:rsid w:val="004B5928"/>
    <w:rsid w:val="004B5E92"/>
    <w:rsid w:val="004C030D"/>
    <w:rsid w:val="004C4182"/>
    <w:rsid w:val="004D2E01"/>
    <w:rsid w:val="004D2E32"/>
    <w:rsid w:val="004D6648"/>
    <w:rsid w:val="004E1BDF"/>
    <w:rsid w:val="004E2DBF"/>
    <w:rsid w:val="004E4DC2"/>
    <w:rsid w:val="004E5655"/>
    <w:rsid w:val="004E76BD"/>
    <w:rsid w:val="004F3E30"/>
    <w:rsid w:val="0050743B"/>
    <w:rsid w:val="00511227"/>
    <w:rsid w:val="00513744"/>
    <w:rsid w:val="00515633"/>
    <w:rsid w:val="005203C5"/>
    <w:rsid w:val="00521503"/>
    <w:rsid w:val="0052639D"/>
    <w:rsid w:val="0053154C"/>
    <w:rsid w:val="005332C7"/>
    <w:rsid w:val="005359AE"/>
    <w:rsid w:val="00537D0A"/>
    <w:rsid w:val="0054393F"/>
    <w:rsid w:val="00543ABA"/>
    <w:rsid w:val="005469B1"/>
    <w:rsid w:val="00547246"/>
    <w:rsid w:val="0055529E"/>
    <w:rsid w:val="00556361"/>
    <w:rsid w:val="005650A3"/>
    <w:rsid w:val="005676BF"/>
    <w:rsid w:val="0057366E"/>
    <w:rsid w:val="00576756"/>
    <w:rsid w:val="00577111"/>
    <w:rsid w:val="00577686"/>
    <w:rsid w:val="00580F2F"/>
    <w:rsid w:val="00583277"/>
    <w:rsid w:val="0058576B"/>
    <w:rsid w:val="00586678"/>
    <w:rsid w:val="00587AC4"/>
    <w:rsid w:val="005903A0"/>
    <w:rsid w:val="005933B8"/>
    <w:rsid w:val="00596C30"/>
    <w:rsid w:val="005976DA"/>
    <w:rsid w:val="005A2591"/>
    <w:rsid w:val="005A297B"/>
    <w:rsid w:val="005A79B7"/>
    <w:rsid w:val="005B1C22"/>
    <w:rsid w:val="005B463E"/>
    <w:rsid w:val="005C63FE"/>
    <w:rsid w:val="005D19DD"/>
    <w:rsid w:val="005D1C93"/>
    <w:rsid w:val="005D34D3"/>
    <w:rsid w:val="005D6E77"/>
    <w:rsid w:val="005E1BA9"/>
    <w:rsid w:val="005E22C9"/>
    <w:rsid w:val="005E66EA"/>
    <w:rsid w:val="005E7ED4"/>
    <w:rsid w:val="005F49E0"/>
    <w:rsid w:val="005F7F48"/>
    <w:rsid w:val="00602E4B"/>
    <w:rsid w:val="00604800"/>
    <w:rsid w:val="00616091"/>
    <w:rsid w:val="006171F1"/>
    <w:rsid w:val="0062098E"/>
    <w:rsid w:val="00621A94"/>
    <w:rsid w:val="0062688A"/>
    <w:rsid w:val="0063093F"/>
    <w:rsid w:val="00633D88"/>
    <w:rsid w:val="00635BDC"/>
    <w:rsid w:val="00637F42"/>
    <w:rsid w:val="0064005E"/>
    <w:rsid w:val="0064489F"/>
    <w:rsid w:val="00646293"/>
    <w:rsid w:val="00652ABC"/>
    <w:rsid w:val="0065692D"/>
    <w:rsid w:val="00661C4C"/>
    <w:rsid w:val="00671C08"/>
    <w:rsid w:val="0067473C"/>
    <w:rsid w:val="00685425"/>
    <w:rsid w:val="0068775C"/>
    <w:rsid w:val="00691F8E"/>
    <w:rsid w:val="00692FA5"/>
    <w:rsid w:val="006933FF"/>
    <w:rsid w:val="00693E19"/>
    <w:rsid w:val="006A2DF1"/>
    <w:rsid w:val="006A6A88"/>
    <w:rsid w:val="006B0AE3"/>
    <w:rsid w:val="006B16C5"/>
    <w:rsid w:val="006B2576"/>
    <w:rsid w:val="006B5389"/>
    <w:rsid w:val="006B5E17"/>
    <w:rsid w:val="006B79D6"/>
    <w:rsid w:val="006C070D"/>
    <w:rsid w:val="006C1E6F"/>
    <w:rsid w:val="006C24F1"/>
    <w:rsid w:val="006C2736"/>
    <w:rsid w:val="006C5BA9"/>
    <w:rsid w:val="006C785A"/>
    <w:rsid w:val="006D305F"/>
    <w:rsid w:val="006D6F6B"/>
    <w:rsid w:val="006D7411"/>
    <w:rsid w:val="006E2725"/>
    <w:rsid w:val="006E55F9"/>
    <w:rsid w:val="006F34FC"/>
    <w:rsid w:val="006F599E"/>
    <w:rsid w:val="006F5C00"/>
    <w:rsid w:val="006F7BCE"/>
    <w:rsid w:val="0070288F"/>
    <w:rsid w:val="00707818"/>
    <w:rsid w:val="00711888"/>
    <w:rsid w:val="007245A2"/>
    <w:rsid w:val="00727C10"/>
    <w:rsid w:val="00733BB8"/>
    <w:rsid w:val="00737E6F"/>
    <w:rsid w:val="00741436"/>
    <w:rsid w:val="00742209"/>
    <w:rsid w:val="00742D94"/>
    <w:rsid w:val="00744395"/>
    <w:rsid w:val="00745276"/>
    <w:rsid w:val="00746251"/>
    <w:rsid w:val="00752758"/>
    <w:rsid w:val="0075678C"/>
    <w:rsid w:val="00763AEC"/>
    <w:rsid w:val="007640FC"/>
    <w:rsid w:val="007651CB"/>
    <w:rsid w:val="00770A2E"/>
    <w:rsid w:val="00776A3B"/>
    <w:rsid w:val="007775F5"/>
    <w:rsid w:val="00781241"/>
    <w:rsid w:val="0078138A"/>
    <w:rsid w:val="00782285"/>
    <w:rsid w:val="0078428B"/>
    <w:rsid w:val="0078613A"/>
    <w:rsid w:val="00790956"/>
    <w:rsid w:val="00790CE2"/>
    <w:rsid w:val="00791534"/>
    <w:rsid w:val="00791CCE"/>
    <w:rsid w:val="007923B2"/>
    <w:rsid w:val="00792BC7"/>
    <w:rsid w:val="00795452"/>
    <w:rsid w:val="007A087D"/>
    <w:rsid w:val="007A3F82"/>
    <w:rsid w:val="007A6859"/>
    <w:rsid w:val="007B2144"/>
    <w:rsid w:val="007B2719"/>
    <w:rsid w:val="007C1EB6"/>
    <w:rsid w:val="007C20FD"/>
    <w:rsid w:val="007C36BB"/>
    <w:rsid w:val="007C4507"/>
    <w:rsid w:val="007C46DE"/>
    <w:rsid w:val="007C57DD"/>
    <w:rsid w:val="007C58D4"/>
    <w:rsid w:val="007C6AE7"/>
    <w:rsid w:val="007D08A8"/>
    <w:rsid w:val="007D0FF3"/>
    <w:rsid w:val="007D2469"/>
    <w:rsid w:val="007D2554"/>
    <w:rsid w:val="007D2A4B"/>
    <w:rsid w:val="007D484D"/>
    <w:rsid w:val="007E41FC"/>
    <w:rsid w:val="007E6A58"/>
    <w:rsid w:val="007F04EF"/>
    <w:rsid w:val="008006F1"/>
    <w:rsid w:val="008007BC"/>
    <w:rsid w:val="00801195"/>
    <w:rsid w:val="00802CCC"/>
    <w:rsid w:val="00803307"/>
    <w:rsid w:val="00803EB6"/>
    <w:rsid w:val="00804087"/>
    <w:rsid w:val="008116BD"/>
    <w:rsid w:val="00811FE1"/>
    <w:rsid w:val="00816949"/>
    <w:rsid w:val="0082003A"/>
    <w:rsid w:val="00823761"/>
    <w:rsid w:val="00823BB4"/>
    <w:rsid w:val="00831DA6"/>
    <w:rsid w:val="008321CB"/>
    <w:rsid w:val="008321CF"/>
    <w:rsid w:val="008321E4"/>
    <w:rsid w:val="0083324D"/>
    <w:rsid w:val="0083516F"/>
    <w:rsid w:val="00841385"/>
    <w:rsid w:val="0084149F"/>
    <w:rsid w:val="008430BA"/>
    <w:rsid w:val="0084411A"/>
    <w:rsid w:val="00846AAF"/>
    <w:rsid w:val="008500E5"/>
    <w:rsid w:val="00851034"/>
    <w:rsid w:val="00851CC1"/>
    <w:rsid w:val="00854901"/>
    <w:rsid w:val="00861471"/>
    <w:rsid w:val="00862EA0"/>
    <w:rsid w:val="008645C5"/>
    <w:rsid w:val="00867A46"/>
    <w:rsid w:val="008702D5"/>
    <w:rsid w:val="00873AF1"/>
    <w:rsid w:val="00874C91"/>
    <w:rsid w:val="00875005"/>
    <w:rsid w:val="008772F7"/>
    <w:rsid w:val="008816B6"/>
    <w:rsid w:val="00883304"/>
    <w:rsid w:val="008841E0"/>
    <w:rsid w:val="00884BA9"/>
    <w:rsid w:val="0088529E"/>
    <w:rsid w:val="00890F5B"/>
    <w:rsid w:val="008921E1"/>
    <w:rsid w:val="00896B6B"/>
    <w:rsid w:val="008A3142"/>
    <w:rsid w:val="008A34DC"/>
    <w:rsid w:val="008A3CE1"/>
    <w:rsid w:val="008A7ECC"/>
    <w:rsid w:val="008B13A4"/>
    <w:rsid w:val="008B18D0"/>
    <w:rsid w:val="008B287A"/>
    <w:rsid w:val="008B680B"/>
    <w:rsid w:val="008B6DD2"/>
    <w:rsid w:val="008C2772"/>
    <w:rsid w:val="008C4306"/>
    <w:rsid w:val="008C5A26"/>
    <w:rsid w:val="008C5B23"/>
    <w:rsid w:val="008D0585"/>
    <w:rsid w:val="008D2D99"/>
    <w:rsid w:val="008D38C6"/>
    <w:rsid w:val="008D4C99"/>
    <w:rsid w:val="008E0EB4"/>
    <w:rsid w:val="008E2DBF"/>
    <w:rsid w:val="008E3A5C"/>
    <w:rsid w:val="008E4E0A"/>
    <w:rsid w:val="008F5788"/>
    <w:rsid w:val="008F579D"/>
    <w:rsid w:val="008F5855"/>
    <w:rsid w:val="008F6ECB"/>
    <w:rsid w:val="00902792"/>
    <w:rsid w:val="00902A71"/>
    <w:rsid w:val="0090316F"/>
    <w:rsid w:val="009063A0"/>
    <w:rsid w:val="00910C0E"/>
    <w:rsid w:val="0091115C"/>
    <w:rsid w:val="00911CB6"/>
    <w:rsid w:val="009123C2"/>
    <w:rsid w:val="00912DF2"/>
    <w:rsid w:val="00916142"/>
    <w:rsid w:val="009161BB"/>
    <w:rsid w:val="00920286"/>
    <w:rsid w:val="00922056"/>
    <w:rsid w:val="0093141F"/>
    <w:rsid w:val="00933521"/>
    <w:rsid w:val="00941545"/>
    <w:rsid w:val="00943021"/>
    <w:rsid w:val="00945742"/>
    <w:rsid w:val="009479DE"/>
    <w:rsid w:val="00951922"/>
    <w:rsid w:val="00954669"/>
    <w:rsid w:val="00957A69"/>
    <w:rsid w:val="00963B9E"/>
    <w:rsid w:val="00965E2C"/>
    <w:rsid w:val="0096641B"/>
    <w:rsid w:val="00967CC2"/>
    <w:rsid w:val="00974023"/>
    <w:rsid w:val="009763C7"/>
    <w:rsid w:val="00977670"/>
    <w:rsid w:val="0098026F"/>
    <w:rsid w:val="00980924"/>
    <w:rsid w:val="00980DCE"/>
    <w:rsid w:val="009810AF"/>
    <w:rsid w:val="009814AE"/>
    <w:rsid w:val="009846D0"/>
    <w:rsid w:val="00986FB3"/>
    <w:rsid w:val="0099199E"/>
    <w:rsid w:val="0099221F"/>
    <w:rsid w:val="00993F3E"/>
    <w:rsid w:val="0099728A"/>
    <w:rsid w:val="009A3E5B"/>
    <w:rsid w:val="009A43BE"/>
    <w:rsid w:val="009B0AEF"/>
    <w:rsid w:val="009B1D54"/>
    <w:rsid w:val="009B26D3"/>
    <w:rsid w:val="009B2C12"/>
    <w:rsid w:val="009B51EA"/>
    <w:rsid w:val="009B56A3"/>
    <w:rsid w:val="009B6D78"/>
    <w:rsid w:val="009C140A"/>
    <w:rsid w:val="009C1CD8"/>
    <w:rsid w:val="009C21C2"/>
    <w:rsid w:val="009C2DEE"/>
    <w:rsid w:val="009C3BD8"/>
    <w:rsid w:val="009C3CF9"/>
    <w:rsid w:val="009C441A"/>
    <w:rsid w:val="009C5385"/>
    <w:rsid w:val="009D0B8C"/>
    <w:rsid w:val="009D424A"/>
    <w:rsid w:val="009D75ED"/>
    <w:rsid w:val="009D7D09"/>
    <w:rsid w:val="009E0CD3"/>
    <w:rsid w:val="009E55C2"/>
    <w:rsid w:val="009E59A8"/>
    <w:rsid w:val="009F02CE"/>
    <w:rsid w:val="009F10FF"/>
    <w:rsid w:val="009F2805"/>
    <w:rsid w:val="009F47E6"/>
    <w:rsid w:val="009F6EAF"/>
    <w:rsid w:val="009F749A"/>
    <w:rsid w:val="00A046A3"/>
    <w:rsid w:val="00A05194"/>
    <w:rsid w:val="00A06728"/>
    <w:rsid w:val="00A1109D"/>
    <w:rsid w:val="00A12041"/>
    <w:rsid w:val="00A1631F"/>
    <w:rsid w:val="00A17372"/>
    <w:rsid w:val="00A20734"/>
    <w:rsid w:val="00A25093"/>
    <w:rsid w:val="00A26467"/>
    <w:rsid w:val="00A26EFB"/>
    <w:rsid w:val="00A27293"/>
    <w:rsid w:val="00A331FC"/>
    <w:rsid w:val="00A33D41"/>
    <w:rsid w:val="00A34817"/>
    <w:rsid w:val="00A36E4A"/>
    <w:rsid w:val="00A40194"/>
    <w:rsid w:val="00A415E6"/>
    <w:rsid w:val="00A41DE3"/>
    <w:rsid w:val="00A44B1B"/>
    <w:rsid w:val="00A46035"/>
    <w:rsid w:val="00A46780"/>
    <w:rsid w:val="00A517A3"/>
    <w:rsid w:val="00A51ACA"/>
    <w:rsid w:val="00A52DEE"/>
    <w:rsid w:val="00A556AC"/>
    <w:rsid w:val="00A5617A"/>
    <w:rsid w:val="00A60C7A"/>
    <w:rsid w:val="00A63F9D"/>
    <w:rsid w:val="00A64008"/>
    <w:rsid w:val="00A71083"/>
    <w:rsid w:val="00A710B2"/>
    <w:rsid w:val="00A720FA"/>
    <w:rsid w:val="00A73ACA"/>
    <w:rsid w:val="00A73B77"/>
    <w:rsid w:val="00A7450F"/>
    <w:rsid w:val="00A829B6"/>
    <w:rsid w:val="00A91815"/>
    <w:rsid w:val="00A938A4"/>
    <w:rsid w:val="00A9678D"/>
    <w:rsid w:val="00A9740A"/>
    <w:rsid w:val="00AA0906"/>
    <w:rsid w:val="00AA482A"/>
    <w:rsid w:val="00AA7DF6"/>
    <w:rsid w:val="00AB6836"/>
    <w:rsid w:val="00AC1FB5"/>
    <w:rsid w:val="00AC2AB0"/>
    <w:rsid w:val="00AC46D8"/>
    <w:rsid w:val="00AD0634"/>
    <w:rsid w:val="00AD1ED7"/>
    <w:rsid w:val="00AD47CB"/>
    <w:rsid w:val="00AE0B50"/>
    <w:rsid w:val="00AE6567"/>
    <w:rsid w:val="00AE6719"/>
    <w:rsid w:val="00AF05F2"/>
    <w:rsid w:val="00AF24A9"/>
    <w:rsid w:val="00AF3DAF"/>
    <w:rsid w:val="00B00BCD"/>
    <w:rsid w:val="00B03542"/>
    <w:rsid w:val="00B06394"/>
    <w:rsid w:val="00B065CB"/>
    <w:rsid w:val="00B20BFE"/>
    <w:rsid w:val="00B2421F"/>
    <w:rsid w:val="00B25342"/>
    <w:rsid w:val="00B258B7"/>
    <w:rsid w:val="00B30BFA"/>
    <w:rsid w:val="00B31FDE"/>
    <w:rsid w:val="00B34A3D"/>
    <w:rsid w:val="00B4514C"/>
    <w:rsid w:val="00B45200"/>
    <w:rsid w:val="00B47F94"/>
    <w:rsid w:val="00B50207"/>
    <w:rsid w:val="00B55011"/>
    <w:rsid w:val="00B56DE9"/>
    <w:rsid w:val="00B6749C"/>
    <w:rsid w:val="00B67A89"/>
    <w:rsid w:val="00B72EC6"/>
    <w:rsid w:val="00B73DB4"/>
    <w:rsid w:val="00B74D14"/>
    <w:rsid w:val="00B75918"/>
    <w:rsid w:val="00B822EB"/>
    <w:rsid w:val="00B82974"/>
    <w:rsid w:val="00B87458"/>
    <w:rsid w:val="00B87B36"/>
    <w:rsid w:val="00B90F6F"/>
    <w:rsid w:val="00B91542"/>
    <w:rsid w:val="00B9260E"/>
    <w:rsid w:val="00B92B7C"/>
    <w:rsid w:val="00B92DE4"/>
    <w:rsid w:val="00B95DA9"/>
    <w:rsid w:val="00B95DD1"/>
    <w:rsid w:val="00B977DC"/>
    <w:rsid w:val="00BA279B"/>
    <w:rsid w:val="00BA2917"/>
    <w:rsid w:val="00BA29A6"/>
    <w:rsid w:val="00BA3373"/>
    <w:rsid w:val="00BA44EF"/>
    <w:rsid w:val="00BA5B69"/>
    <w:rsid w:val="00BA6583"/>
    <w:rsid w:val="00BA75EC"/>
    <w:rsid w:val="00BB59E6"/>
    <w:rsid w:val="00BB6668"/>
    <w:rsid w:val="00BC0AD9"/>
    <w:rsid w:val="00BC283E"/>
    <w:rsid w:val="00BC43DC"/>
    <w:rsid w:val="00BC5773"/>
    <w:rsid w:val="00BD0CA9"/>
    <w:rsid w:val="00BD45D4"/>
    <w:rsid w:val="00BD4CFC"/>
    <w:rsid w:val="00BD5AA8"/>
    <w:rsid w:val="00BD665B"/>
    <w:rsid w:val="00BD705A"/>
    <w:rsid w:val="00BD7535"/>
    <w:rsid w:val="00BE4408"/>
    <w:rsid w:val="00BE7EAE"/>
    <w:rsid w:val="00BF05B1"/>
    <w:rsid w:val="00BF12BE"/>
    <w:rsid w:val="00BF2CB9"/>
    <w:rsid w:val="00BF63A5"/>
    <w:rsid w:val="00BF727D"/>
    <w:rsid w:val="00BF7E4E"/>
    <w:rsid w:val="00C01577"/>
    <w:rsid w:val="00C0304D"/>
    <w:rsid w:val="00C105F0"/>
    <w:rsid w:val="00C130BC"/>
    <w:rsid w:val="00C155A8"/>
    <w:rsid w:val="00C16318"/>
    <w:rsid w:val="00C163C7"/>
    <w:rsid w:val="00C16624"/>
    <w:rsid w:val="00C2041D"/>
    <w:rsid w:val="00C23C40"/>
    <w:rsid w:val="00C267A5"/>
    <w:rsid w:val="00C26C6B"/>
    <w:rsid w:val="00C3535B"/>
    <w:rsid w:val="00C372B8"/>
    <w:rsid w:val="00C406C6"/>
    <w:rsid w:val="00C4540F"/>
    <w:rsid w:val="00C459A6"/>
    <w:rsid w:val="00C46A5A"/>
    <w:rsid w:val="00C47916"/>
    <w:rsid w:val="00C51263"/>
    <w:rsid w:val="00C52576"/>
    <w:rsid w:val="00C52E8B"/>
    <w:rsid w:val="00C54F6C"/>
    <w:rsid w:val="00C562E7"/>
    <w:rsid w:val="00C603C7"/>
    <w:rsid w:val="00C6046D"/>
    <w:rsid w:val="00C613C9"/>
    <w:rsid w:val="00C6353C"/>
    <w:rsid w:val="00C63CF9"/>
    <w:rsid w:val="00C67093"/>
    <w:rsid w:val="00C671F0"/>
    <w:rsid w:val="00C72282"/>
    <w:rsid w:val="00C74403"/>
    <w:rsid w:val="00C80369"/>
    <w:rsid w:val="00C81270"/>
    <w:rsid w:val="00C816EC"/>
    <w:rsid w:val="00C83777"/>
    <w:rsid w:val="00C83AF8"/>
    <w:rsid w:val="00C8554A"/>
    <w:rsid w:val="00C86FB6"/>
    <w:rsid w:val="00C91175"/>
    <w:rsid w:val="00C9123D"/>
    <w:rsid w:val="00C92CAA"/>
    <w:rsid w:val="00C93F6D"/>
    <w:rsid w:val="00CA1E4C"/>
    <w:rsid w:val="00CA314B"/>
    <w:rsid w:val="00CA5164"/>
    <w:rsid w:val="00CA7131"/>
    <w:rsid w:val="00CA7CBE"/>
    <w:rsid w:val="00CB0BF0"/>
    <w:rsid w:val="00CB11CA"/>
    <w:rsid w:val="00CB4B86"/>
    <w:rsid w:val="00CB7D1F"/>
    <w:rsid w:val="00CC0F45"/>
    <w:rsid w:val="00CC3A99"/>
    <w:rsid w:val="00CD0DE0"/>
    <w:rsid w:val="00CD1A34"/>
    <w:rsid w:val="00CD24AF"/>
    <w:rsid w:val="00CD46F2"/>
    <w:rsid w:val="00CD69E5"/>
    <w:rsid w:val="00CE0B6E"/>
    <w:rsid w:val="00CE532E"/>
    <w:rsid w:val="00CE5680"/>
    <w:rsid w:val="00CE5D3F"/>
    <w:rsid w:val="00CE5F8E"/>
    <w:rsid w:val="00CF670D"/>
    <w:rsid w:val="00D0377C"/>
    <w:rsid w:val="00D04F42"/>
    <w:rsid w:val="00D10F58"/>
    <w:rsid w:val="00D14AFB"/>
    <w:rsid w:val="00D14E48"/>
    <w:rsid w:val="00D2233A"/>
    <w:rsid w:val="00D2385D"/>
    <w:rsid w:val="00D23D84"/>
    <w:rsid w:val="00D24C68"/>
    <w:rsid w:val="00D25C2F"/>
    <w:rsid w:val="00D273B5"/>
    <w:rsid w:val="00D27A81"/>
    <w:rsid w:val="00D30D00"/>
    <w:rsid w:val="00D34C9E"/>
    <w:rsid w:val="00D36DA9"/>
    <w:rsid w:val="00D42230"/>
    <w:rsid w:val="00D42598"/>
    <w:rsid w:val="00D45771"/>
    <w:rsid w:val="00D478C2"/>
    <w:rsid w:val="00D5021A"/>
    <w:rsid w:val="00D510F8"/>
    <w:rsid w:val="00D54973"/>
    <w:rsid w:val="00D5504D"/>
    <w:rsid w:val="00D60C1C"/>
    <w:rsid w:val="00D62C94"/>
    <w:rsid w:val="00D657AC"/>
    <w:rsid w:val="00D657AD"/>
    <w:rsid w:val="00D66CD1"/>
    <w:rsid w:val="00D67072"/>
    <w:rsid w:val="00D73327"/>
    <w:rsid w:val="00D8286E"/>
    <w:rsid w:val="00D836F2"/>
    <w:rsid w:val="00D84530"/>
    <w:rsid w:val="00D8705C"/>
    <w:rsid w:val="00D87A58"/>
    <w:rsid w:val="00D87BBB"/>
    <w:rsid w:val="00D91028"/>
    <w:rsid w:val="00D92A1E"/>
    <w:rsid w:val="00D93664"/>
    <w:rsid w:val="00D94674"/>
    <w:rsid w:val="00DA186A"/>
    <w:rsid w:val="00DA3287"/>
    <w:rsid w:val="00DA6B50"/>
    <w:rsid w:val="00DA6D2A"/>
    <w:rsid w:val="00DB0EA2"/>
    <w:rsid w:val="00DB2CC7"/>
    <w:rsid w:val="00DB4A48"/>
    <w:rsid w:val="00DC0AD3"/>
    <w:rsid w:val="00DC0F64"/>
    <w:rsid w:val="00DC45B1"/>
    <w:rsid w:val="00DC4A3F"/>
    <w:rsid w:val="00DC4E00"/>
    <w:rsid w:val="00DC6AB2"/>
    <w:rsid w:val="00DD0C01"/>
    <w:rsid w:val="00DD2695"/>
    <w:rsid w:val="00DD5F80"/>
    <w:rsid w:val="00DD6E62"/>
    <w:rsid w:val="00DE049D"/>
    <w:rsid w:val="00DE23CE"/>
    <w:rsid w:val="00DE3F78"/>
    <w:rsid w:val="00DE5A64"/>
    <w:rsid w:val="00DF1805"/>
    <w:rsid w:val="00DF2B0F"/>
    <w:rsid w:val="00DF3ABF"/>
    <w:rsid w:val="00DF4FE3"/>
    <w:rsid w:val="00E00287"/>
    <w:rsid w:val="00E015E0"/>
    <w:rsid w:val="00E03175"/>
    <w:rsid w:val="00E03A31"/>
    <w:rsid w:val="00E11178"/>
    <w:rsid w:val="00E114C5"/>
    <w:rsid w:val="00E15C6E"/>
    <w:rsid w:val="00E15D4D"/>
    <w:rsid w:val="00E22D81"/>
    <w:rsid w:val="00E23203"/>
    <w:rsid w:val="00E23E23"/>
    <w:rsid w:val="00E241BC"/>
    <w:rsid w:val="00E2482E"/>
    <w:rsid w:val="00E269D8"/>
    <w:rsid w:val="00E27AEA"/>
    <w:rsid w:val="00E37313"/>
    <w:rsid w:val="00E40211"/>
    <w:rsid w:val="00E40E37"/>
    <w:rsid w:val="00E44926"/>
    <w:rsid w:val="00E45522"/>
    <w:rsid w:val="00E45CAB"/>
    <w:rsid w:val="00E46963"/>
    <w:rsid w:val="00E5161F"/>
    <w:rsid w:val="00E62D06"/>
    <w:rsid w:val="00E63BA1"/>
    <w:rsid w:val="00E733D2"/>
    <w:rsid w:val="00E73782"/>
    <w:rsid w:val="00E7420A"/>
    <w:rsid w:val="00E7532F"/>
    <w:rsid w:val="00E7662B"/>
    <w:rsid w:val="00E77005"/>
    <w:rsid w:val="00E81121"/>
    <w:rsid w:val="00E923E1"/>
    <w:rsid w:val="00E92E65"/>
    <w:rsid w:val="00E93985"/>
    <w:rsid w:val="00E9697F"/>
    <w:rsid w:val="00EA0899"/>
    <w:rsid w:val="00EA2019"/>
    <w:rsid w:val="00EA477B"/>
    <w:rsid w:val="00EA5BD6"/>
    <w:rsid w:val="00EB0BE9"/>
    <w:rsid w:val="00EB269C"/>
    <w:rsid w:val="00EB63C8"/>
    <w:rsid w:val="00EB67B3"/>
    <w:rsid w:val="00EB6F63"/>
    <w:rsid w:val="00EC2224"/>
    <w:rsid w:val="00EC33AB"/>
    <w:rsid w:val="00EC3780"/>
    <w:rsid w:val="00ED1E6D"/>
    <w:rsid w:val="00ED318F"/>
    <w:rsid w:val="00ED7608"/>
    <w:rsid w:val="00ED7ACB"/>
    <w:rsid w:val="00EE2C13"/>
    <w:rsid w:val="00EE40C2"/>
    <w:rsid w:val="00EE6F20"/>
    <w:rsid w:val="00EE7F28"/>
    <w:rsid w:val="00EF794C"/>
    <w:rsid w:val="00F048F2"/>
    <w:rsid w:val="00F07C84"/>
    <w:rsid w:val="00F14118"/>
    <w:rsid w:val="00F16C9F"/>
    <w:rsid w:val="00F2042B"/>
    <w:rsid w:val="00F22BDF"/>
    <w:rsid w:val="00F268B6"/>
    <w:rsid w:val="00F30DFB"/>
    <w:rsid w:val="00F37797"/>
    <w:rsid w:val="00F40F5A"/>
    <w:rsid w:val="00F41D17"/>
    <w:rsid w:val="00F43783"/>
    <w:rsid w:val="00F5081D"/>
    <w:rsid w:val="00F52095"/>
    <w:rsid w:val="00F53F1A"/>
    <w:rsid w:val="00F56120"/>
    <w:rsid w:val="00F62A78"/>
    <w:rsid w:val="00F64268"/>
    <w:rsid w:val="00F66A14"/>
    <w:rsid w:val="00F71D98"/>
    <w:rsid w:val="00F75F6A"/>
    <w:rsid w:val="00F81FE0"/>
    <w:rsid w:val="00F8307B"/>
    <w:rsid w:val="00F84664"/>
    <w:rsid w:val="00F84C4D"/>
    <w:rsid w:val="00F865E4"/>
    <w:rsid w:val="00F9457F"/>
    <w:rsid w:val="00F952FC"/>
    <w:rsid w:val="00F9554E"/>
    <w:rsid w:val="00F95B41"/>
    <w:rsid w:val="00F95F8C"/>
    <w:rsid w:val="00FA228F"/>
    <w:rsid w:val="00FA3D6E"/>
    <w:rsid w:val="00FA5F00"/>
    <w:rsid w:val="00FB0980"/>
    <w:rsid w:val="00FB32A1"/>
    <w:rsid w:val="00FB46C5"/>
    <w:rsid w:val="00FC044B"/>
    <w:rsid w:val="00FC72ED"/>
    <w:rsid w:val="00FD026E"/>
    <w:rsid w:val="00FD72CE"/>
    <w:rsid w:val="00FE2D78"/>
    <w:rsid w:val="00FE44C5"/>
    <w:rsid w:val="00FE55BE"/>
    <w:rsid w:val="00FE5F02"/>
    <w:rsid w:val="00FE6C87"/>
    <w:rsid w:val="00FF228E"/>
    <w:rsid w:val="00FF4116"/>
    <w:rsid w:val="00FF4F73"/>
    <w:rsid w:val="00FF56F8"/>
    <w:rsid w:val="00FF670C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EA7098"/>
  <w15:docId w15:val="{ED7A1072-8192-40F4-97B3-1A2EC5193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iPriority="9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A52DEE"/>
    <w:rPr>
      <w:lang w:val="lt-LT"/>
    </w:rPr>
  </w:style>
  <w:style w:type="paragraph" w:styleId="Antrat1">
    <w:name w:val="heading 1"/>
    <w:aliases w:val="Forit 1 lygis,FORIT H1,Section,Appendix,stydde,app heading 1,app heading 11,app heading 12,app heading 111,app heading 13,1,1 ghost,g,ghost,H1,Kapitel,Arial 14 Fett,Arial 14 Fett1,Arial 14 Fett2,Arial 16 Fett,Datasheet title,Chapter"/>
    <w:basedOn w:val="prastasis"/>
    <w:next w:val="prastasis"/>
    <w:link w:val="Antrat1Diagrama"/>
    <w:uiPriority w:val="9"/>
    <w:qFormat/>
    <w:rsid w:val="00B47F94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B47F94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47F94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B47F94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B47F94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B47F94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B47F94"/>
    <w:pPr>
      <w:keepNext/>
      <w:keepLines/>
      <w:spacing w:before="120" w:after="0"/>
      <w:outlineLvl w:val="6"/>
    </w:pPr>
    <w:rPr>
      <w:i/>
      <w:iCs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B47F94"/>
    <w:pPr>
      <w:keepNext/>
      <w:keepLines/>
      <w:spacing w:before="120" w:after="0"/>
      <w:outlineLvl w:val="7"/>
    </w:pPr>
    <w:rPr>
      <w:b/>
      <w:bCs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B47F94"/>
    <w:pPr>
      <w:keepNext/>
      <w:keepLines/>
      <w:spacing w:before="120" w:after="0"/>
      <w:outlineLvl w:val="8"/>
    </w:pPr>
    <w:rPr>
      <w:i/>
      <w:i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basedOn w:val="Numatytasispastraiposriftas"/>
    <w:link w:val="Antrats"/>
    <w:rPr>
      <w:kern w:val="20"/>
    </w:rPr>
  </w:style>
  <w:style w:type="paragraph" w:styleId="Porat">
    <w:name w:val="footer"/>
    <w:basedOn w:val="prastasis"/>
    <w:link w:val="PoratDiagrama"/>
    <w:unhideWhenUsed/>
    <w:pPr>
      <w:pBdr>
        <w:top w:val="single" w:sz="4" w:space="6" w:color="95B3D7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PoratDiagrama">
    <w:name w:val="Poraštė Diagrama"/>
    <w:basedOn w:val="Numatytasispastraiposriftas"/>
    <w:link w:val="Porat"/>
    <w:rPr>
      <w:kern w:val="20"/>
    </w:rPr>
  </w:style>
  <w:style w:type="table" w:styleId="Lentelstinklelis">
    <w:name w:val="Table Grid"/>
    <w:basedOn w:val="prastojilente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link w:val="BetarpDiagrama"/>
    <w:uiPriority w:val="1"/>
    <w:qFormat/>
    <w:rsid w:val="00B47F94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Pr>
      <w:rFonts w:ascii="Tahoma" w:hAnsi="Tahoma" w:cs="Tahoma"/>
      <w:sz w:val="16"/>
    </w:rPr>
  </w:style>
  <w:style w:type="character" w:customStyle="1" w:styleId="Antrat1Diagrama">
    <w:name w:val="Antraštė 1 Diagrama"/>
    <w:aliases w:val="Forit 1 lygis Diagrama,FORIT H1 Diagrama,Section Diagrama,Appendix Diagrama,stydde Diagrama,app heading 1 Diagrama,app heading 11 Diagrama,app heading 12 Diagrama,app heading 111 Diagrama,app heading 13 Diagrama,1 Diagrama,g Diagrama"/>
    <w:basedOn w:val="Numatytasispastraiposriftas"/>
    <w:link w:val="Antrat1"/>
    <w:uiPriority w:val="9"/>
    <w:rsid w:val="00B47F94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Antrat2Diagrama">
    <w:name w:val="Antraštė 2 Diagrama"/>
    <w:basedOn w:val="Numatytasispastraiposriftas"/>
    <w:link w:val="Antrat2"/>
    <w:uiPriority w:val="9"/>
    <w:rsid w:val="00B47F94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Vietosrezervavimoenklotekstas">
    <w:name w:val="Placeholder Text"/>
    <w:basedOn w:val="Numatytasispastraiposriftas"/>
    <w:rPr>
      <w:color w:val="808080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47F94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ibliografija">
    <w:name w:val="Bibliography"/>
    <w:basedOn w:val="prastasis"/>
    <w:next w:val="prastasis"/>
    <w:uiPriority w:val="37"/>
    <w:semiHidden/>
    <w:unhideWhenUsed/>
  </w:style>
  <w:style w:type="paragraph" w:styleId="Tekstoblokas">
    <w:name w:val="Block Text"/>
    <w:basedOn w:val="prastasis"/>
    <w:uiPriority w:val="99"/>
    <w:semiHidden/>
    <w:unhideWhenUsed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i/>
      <w:iCs/>
      <w:color w:val="4F81BD" w:themeColor="accent1"/>
    </w:rPr>
  </w:style>
  <w:style w:type="paragraph" w:styleId="Pagrindinistekstas">
    <w:name w:val="Body Text"/>
    <w:basedOn w:val="prastasis"/>
    <w:link w:val="PagrindinistekstasDiagrama"/>
    <w:unhideWhenUsed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</w:style>
  <w:style w:type="paragraph" w:styleId="Pagrindinistekstas2">
    <w:name w:val="Body Text 2"/>
    <w:basedOn w:val="prastasis"/>
    <w:link w:val="Pagrindinistekstas2Diagrama"/>
    <w:uiPriority w:val="99"/>
    <w:semiHidden/>
    <w:unhideWhenUsed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</w:style>
  <w:style w:type="paragraph" w:styleId="Pagrindinistekstas3">
    <w:name w:val="Body Text 3"/>
    <w:basedOn w:val="prastasis"/>
    <w:link w:val="Pagrindinistekstas3Diagrama"/>
    <w:uiPriority w:val="99"/>
    <w:semiHidden/>
    <w:unhideWhenUsed/>
    <w:pPr>
      <w:spacing w:after="120"/>
    </w:pPr>
    <w:rPr>
      <w:sz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semiHidden/>
    <w:rPr>
      <w:sz w:val="16"/>
    </w:rPr>
  </w:style>
  <w:style w:type="paragraph" w:styleId="Pagrindiniotekstopirmatrauka">
    <w:name w:val="Body Text First Indent"/>
    <w:basedOn w:val="Pagrindinistekstas"/>
    <w:link w:val="PagrindiniotekstopirmatraukaDiagrama"/>
    <w:uiPriority w:val="99"/>
    <w:semiHidden/>
    <w:unhideWhenUsed/>
    <w:pPr>
      <w:spacing w:after="200"/>
      <w:ind w:firstLine="360"/>
    </w:pPr>
  </w:style>
  <w:style w:type="character" w:customStyle="1" w:styleId="PagrindiniotekstopirmatraukaDiagrama">
    <w:name w:val="Pagrindinio teksto pirma įtrauka Diagrama"/>
    <w:basedOn w:val="PagrindinistekstasDiagrama"/>
    <w:link w:val="Pagrindiniotekstopirmatrauka"/>
    <w:uiPriority w:val="99"/>
    <w:semiHidden/>
  </w:style>
  <w:style w:type="paragraph" w:styleId="Pagrindiniotekstotrauka">
    <w:name w:val="Body Text Indent"/>
    <w:basedOn w:val="prastasis"/>
    <w:link w:val="PagrindiniotekstotraukaDiagrama"/>
    <w:uiPriority w:val="99"/>
    <w:semiHidden/>
    <w:unhideWhenUsed/>
    <w:pPr>
      <w:spacing w:after="120"/>
      <w:ind w:left="360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</w:style>
  <w:style w:type="paragraph" w:styleId="Pagrindiniotekstopirmatrauka2">
    <w:name w:val="Body Text First Indent 2"/>
    <w:basedOn w:val="Pagrindiniotekstotrauka"/>
    <w:link w:val="Pagrindiniotekstopirmatrauka2Diagrama"/>
    <w:uiPriority w:val="99"/>
    <w:semiHidden/>
    <w:unhideWhenUsed/>
    <w:pPr>
      <w:spacing w:after="200"/>
      <w:ind w:firstLine="360"/>
    </w:pPr>
  </w:style>
  <w:style w:type="character" w:customStyle="1" w:styleId="Pagrindiniotekstopirmatrauka2Diagrama">
    <w:name w:val="Pagrindinio teksto pirma įtrauka 2 Diagrama"/>
    <w:basedOn w:val="PagrindiniotekstotraukaDiagrama"/>
    <w:link w:val="Pagrindiniotekstopirmatrauka2"/>
    <w:uiPriority w:val="99"/>
    <w:semiHidden/>
  </w:style>
  <w:style w:type="paragraph" w:styleId="Pagrindiniotekstotrauka2">
    <w:name w:val="Body Text Indent 2"/>
    <w:basedOn w:val="prastasis"/>
    <w:link w:val="Pagrindiniotekstotrauka2Diagrama"/>
    <w:uiPriority w:val="99"/>
    <w:semiHidden/>
    <w:unhideWhenUsed/>
    <w:pPr>
      <w:spacing w:after="120" w:line="480" w:lineRule="auto"/>
      <w:ind w:left="360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semiHidden/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Pr>
      <w:sz w:val="16"/>
    </w:rPr>
  </w:style>
  <w:style w:type="character" w:styleId="Knygospavadinimas">
    <w:name w:val="Book Title"/>
    <w:basedOn w:val="Numatytasispastraiposriftas"/>
    <w:uiPriority w:val="33"/>
    <w:qFormat/>
    <w:rsid w:val="00B47F94"/>
    <w:rPr>
      <w:b/>
      <w:bCs/>
      <w:smallCaps/>
      <w:color w:val="auto"/>
    </w:rPr>
  </w:style>
  <w:style w:type="paragraph" w:styleId="Antrat">
    <w:name w:val="caption"/>
    <w:basedOn w:val="prastasis"/>
    <w:next w:val="prastasis"/>
    <w:unhideWhenUsed/>
    <w:qFormat/>
    <w:rsid w:val="00B47F94"/>
    <w:rPr>
      <w:b/>
      <w:bCs/>
      <w:sz w:val="18"/>
      <w:szCs w:val="18"/>
    </w:rPr>
  </w:style>
  <w:style w:type="paragraph" w:styleId="Ubaigimas">
    <w:name w:val="Closing"/>
    <w:basedOn w:val="prastasis"/>
    <w:link w:val="UbaigimasDiagrama"/>
    <w:uiPriority w:val="99"/>
    <w:semiHidden/>
    <w:unhideWhenUsed/>
    <w:pPr>
      <w:spacing w:after="0" w:line="240" w:lineRule="auto"/>
      <w:ind w:left="4320"/>
    </w:pPr>
  </w:style>
  <w:style w:type="character" w:customStyle="1" w:styleId="UbaigimasDiagrama">
    <w:name w:val="Užbaigimas Diagrama"/>
    <w:basedOn w:val="Numatytasispastraiposriftas"/>
    <w:link w:val="Ubaigimas"/>
    <w:uiPriority w:val="99"/>
    <w:semiHidden/>
  </w:style>
  <w:style w:type="table" w:styleId="Spalvotastinklelis">
    <w:name w:val="Colorful Grid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palvotastinklelis1parykinimas">
    <w:name w:val="Colorful Grid Accent 1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palvotastinklelis2parykinimas">
    <w:name w:val="Colorful Grid Accent 2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palvotastinklelis3parykinimas">
    <w:name w:val="Colorful Grid Accent 3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tinklelis4parykinimas">
    <w:name w:val="Colorful Grid Accent 4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palvotastinklelis5parykinimas">
    <w:name w:val="Colorful Grid Accent 5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palvotastinklelis6parykinimas">
    <w:name w:val="Colorful Grid Accent 6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palvotassraas">
    <w:name w:val="Colorful List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palvotassraas1parykinimas">
    <w:name w:val="Colorful List Accent 1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palvotassraas2parykinimas">
    <w:name w:val="Colorful List Accent 2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palvotassraas3parykinimas">
    <w:name w:val="Colorful List Accent 3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palvotassraas4parykinimas">
    <w:name w:val="Colorful List Accent 4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palvotassraas5parykinimas">
    <w:name w:val="Colorful List Accent 5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palvotassraas6parykinimas">
    <w:name w:val="Colorful List Accent 6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palvotasspalvinimas">
    <w:name w:val="Colorful Shading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1parykinimas">
    <w:name w:val="Colorful Shading Accent 1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2parykinimas">
    <w:name w:val="Colorful Shading Accent 2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3parykinimas">
    <w:name w:val="Colorful Shading Accent 3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spalvinimas4parykinimas">
    <w:name w:val="Colorful Shading Accent 4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5parykinimas">
    <w:name w:val="Colorful Shading Accent 5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6parykinimas">
    <w:name w:val="Colorful Shading Accent 6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entaronuoroda">
    <w:name w:val="annotation reference"/>
    <w:basedOn w:val="Numatytasispastraiposriftas"/>
    <w:unhideWhenUsed/>
    <w:rPr>
      <w:sz w:val="16"/>
    </w:rPr>
  </w:style>
  <w:style w:type="paragraph" w:styleId="Komentarotekstas">
    <w:name w:val="annotation text"/>
    <w:basedOn w:val="prastasis"/>
    <w:link w:val="KomentarotekstasDiagrama"/>
    <w:unhideWhenUsed/>
    <w:pPr>
      <w:spacing w:line="240" w:lineRule="auto"/>
    </w:pPr>
  </w:style>
  <w:style w:type="character" w:customStyle="1" w:styleId="KomentarotekstasDiagrama">
    <w:name w:val="Komentaro tekstas Diagrama"/>
    <w:basedOn w:val="Numatytasispastraiposriftas"/>
    <w:link w:val="Komentarotekstas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rPr>
      <w:b/>
      <w:bCs/>
      <w:sz w:val="20"/>
    </w:rPr>
  </w:style>
  <w:style w:type="table" w:styleId="Tamsussraas">
    <w:name w:val="Dark List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amsussraas1parykinimas">
    <w:name w:val="Dark List Accent 1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amsussraas2parykinimas">
    <w:name w:val="Dark List Accent 2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amsussraas3parykinimas">
    <w:name w:val="Dark List Accent 3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amsussraas4parykinimas">
    <w:name w:val="Dark List Accent 4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amsussraas5parykinimas">
    <w:name w:val="Dark List Accent 5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amsussraas6parykinimas">
    <w:name w:val="Dark List Accent 6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a">
    <w:name w:val="Date"/>
    <w:basedOn w:val="prastasis"/>
    <w:next w:val="prastasis"/>
    <w:link w:val="DataDiagrama"/>
    <w:uiPriority w:val="99"/>
    <w:semiHidden/>
    <w:unhideWhenUsed/>
  </w:style>
  <w:style w:type="character" w:customStyle="1" w:styleId="DataDiagrama">
    <w:name w:val="Data Diagrama"/>
    <w:basedOn w:val="Numatytasispastraiposriftas"/>
    <w:link w:val="Data"/>
    <w:uiPriority w:val="99"/>
    <w:semiHidden/>
  </w:style>
  <w:style w:type="paragraph" w:styleId="Dokumentostruktra">
    <w:name w:val="Document Map"/>
    <w:basedOn w:val="prastasis"/>
    <w:link w:val="DokumentostruktraDiagrama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semiHidden/>
    <w:rPr>
      <w:rFonts w:ascii="Tahoma" w:hAnsi="Tahoma" w:cs="Tahoma"/>
      <w:sz w:val="16"/>
    </w:rPr>
  </w:style>
  <w:style w:type="paragraph" w:styleId="Elpatoparaas">
    <w:name w:val="E-mail Signature"/>
    <w:basedOn w:val="prastasis"/>
    <w:link w:val="ElpatoparaasDiagrama"/>
    <w:uiPriority w:val="99"/>
    <w:semiHidden/>
    <w:unhideWhenUsed/>
    <w:pPr>
      <w:spacing w:after="0" w:line="240" w:lineRule="auto"/>
    </w:pPr>
  </w:style>
  <w:style w:type="character" w:customStyle="1" w:styleId="ElpatoparaasDiagrama">
    <w:name w:val="El. pašto parašas Diagrama"/>
    <w:basedOn w:val="Numatytasispastraiposriftas"/>
    <w:link w:val="Elpatoparaas"/>
    <w:uiPriority w:val="99"/>
    <w:semiHidden/>
  </w:style>
  <w:style w:type="character" w:styleId="Emfaz">
    <w:name w:val="Emphasis"/>
    <w:basedOn w:val="Numatytasispastraiposriftas"/>
    <w:uiPriority w:val="20"/>
    <w:qFormat/>
    <w:rsid w:val="00B47F94"/>
    <w:rPr>
      <w:i/>
      <w:iCs/>
      <w:color w:val="auto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Pr>
      <w:sz w:val="20"/>
    </w:rPr>
  </w:style>
  <w:style w:type="paragraph" w:styleId="Adresasantvoko">
    <w:name w:val="envelope address"/>
    <w:basedOn w:val="prastasis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Vokoatgalinisadresas">
    <w:name w:val="envelope return"/>
    <w:basedOn w:val="prastasis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Perirtashipersaitas">
    <w:name w:val="FollowedHyperlink"/>
    <w:basedOn w:val="Numatytasispastraiposriftas"/>
    <w:uiPriority w:val="99"/>
    <w:semiHidden/>
    <w:unhideWhenUsed/>
    <w:rPr>
      <w:color w:val="800080" w:themeColor="followedHyperlink"/>
      <w:u w:val="single"/>
    </w:rPr>
  </w:style>
  <w:style w:type="character" w:styleId="Puslapioinaosnuoroda">
    <w:name w:val="footnote reference"/>
    <w:basedOn w:val="Numatytasispastraiposriftas"/>
    <w:uiPriority w:val="99"/>
    <w:semiHidden/>
    <w:unhideWhenUsed/>
    <w:rPr>
      <w:vertAlign w:val="superscript"/>
    </w:rPr>
  </w:style>
  <w:style w:type="paragraph" w:styleId="Puslapioinaostekstas">
    <w:name w:val="footnote text"/>
    <w:basedOn w:val="prastasis"/>
    <w:link w:val="PuslapioinaostekstasDiagrama"/>
    <w:uiPriority w:val="99"/>
    <w:unhideWhenUsed/>
    <w:pPr>
      <w:spacing w:after="0" w:line="240" w:lineRule="auto"/>
    </w:p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rPr>
      <w:sz w:val="20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47F94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B47F94"/>
    <w:rPr>
      <w:rFonts w:asciiTheme="majorHAnsi" w:eastAsiaTheme="majorEastAsia" w:hAnsiTheme="majorHAnsi" w:cstheme="majorBidi"/>
      <w:b/>
      <w:bCs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B47F9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B47F94"/>
    <w:rPr>
      <w:i/>
      <w:iCs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B47F94"/>
    <w:rPr>
      <w:b/>
      <w:bCs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B47F94"/>
    <w:rPr>
      <w:i/>
      <w:iCs/>
    </w:rPr>
  </w:style>
  <w:style w:type="character" w:styleId="HTMLakronimas">
    <w:name w:val="HTML Acronym"/>
    <w:basedOn w:val="Numatytasispastraiposriftas"/>
    <w:uiPriority w:val="99"/>
    <w:semiHidden/>
    <w:unhideWhenUsed/>
  </w:style>
  <w:style w:type="paragraph" w:styleId="HTMLadresas">
    <w:name w:val="HTML Address"/>
    <w:basedOn w:val="prastasis"/>
    <w:link w:val="HTMLadresasDiagrama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Pr>
      <w:i/>
      <w:iCs/>
    </w:rPr>
  </w:style>
  <w:style w:type="character" w:styleId="HTMLcitata">
    <w:name w:val="HTML Cite"/>
    <w:basedOn w:val="Numatytasispastraiposriftas"/>
    <w:uiPriority w:val="99"/>
    <w:semiHidden/>
    <w:unhideWhenUsed/>
    <w:rPr>
      <w:i/>
      <w:iCs/>
    </w:rPr>
  </w:style>
  <w:style w:type="character" w:styleId="HTMLkodas">
    <w:name w:val="HTML Code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character" w:styleId="HTMLapibrimas">
    <w:name w:val="HTML Definition"/>
    <w:basedOn w:val="Numatytasispastraiposriftas"/>
    <w:uiPriority w:val="99"/>
    <w:semiHidden/>
    <w:unhideWhenUsed/>
    <w:rPr>
      <w:i/>
      <w:iCs/>
    </w:rPr>
  </w:style>
  <w:style w:type="character" w:styleId="HTMLklaviatra">
    <w:name w:val="HTML Keyboard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paragraph" w:styleId="HTMLiankstoformatuotas">
    <w:name w:val="HTML Preformatted"/>
    <w:basedOn w:val="prastasis"/>
    <w:link w:val="HTMLiankstoformatuotasDiagrama"/>
    <w:uiPriority w:val="99"/>
    <w:semiHidden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semiHidden/>
    <w:rPr>
      <w:rFonts w:ascii="Consolas" w:hAnsi="Consolas" w:cs="Consolas"/>
      <w:sz w:val="20"/>
    </w:rPr>
  </w:style>
  <w:style w:type="character" w:styleId="HTMLpavyzdys">
    <w:name w:val="HTML Sample"/>
    <w:basedOn w:val="Numatytasispastraiposriftas"/>
    <w:uiPriority w:val="99"/>
    <w:semiHidden/>
    <w:unhideWhenUsed/>
    <w:rPr>
      <w:rFonts w:ascii="Consolas" w:hAnsi="Consolas" w:cs="Consolas"/>
      <w:sz w:val="24"/>
    </w:rPr>
  </w:style>
  <w:style w:type="character" w:styleId="HTMLspausdinimomainl">
    <w:name w:val="HTML Typewriter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character" w:styleId="HTMLkintamasis">
    <w:name w:val="HTML Variable"/>
    <w:basedOn w:val="Numatytasispastraiposriftas"/>
    <w:uiPriority w:val="99"/>
    <w:semiHidden/>
    <w:unhideWhenUsed/>
    <w:rPr>
      <w:i/>
      <w:iCs/>
    </w:rPr>
  </w:style>
  <w:style w:type="character" w:styleId="Hipersaitas">
    <w:name w:val="Hyperlink"/>
    <w:aliases w:val="Alna"/>
    <w:basedOn w:val="Numatytasispastraiposriftas"/>
    <w:uiPriority w:val="99"/>
    <w:unhideWhenUsed/>
    <w:rPr>
      <w:color w:val="0000FF" w:themeColor="hyperlink"/>
      <w:u w:val="single"/>
    </w:rPr>
  </w:style>
  <w:style w:type="paragraph" w:styleId="Indeksas1">
    <w:name w:val="index 1"/>
    <w:basedOn w:val="prastasis"/>
    <w:next w:val="prastasis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Indeksas2">
    <w:name w:val="index 2"/>
    <w:basedOn w:val="prastasis"/>
    <w:next w:val="prastasis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Indeksas3">
    <w:name w:val="index 3"/>
    <w:basedOn w:val="prastasis"/>
    <w:next w:val="prastasis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Indeksas4">
    <w:name w:val="index 4"/>
    <w:basedOn w:val="prastasis"/>
    <w:next w:val="prastasis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Indeksas5">
    <w:name w:val="index 5"/>
    <w:basedOn w:val="prastasis"/>
    <w:next w:val="prastasis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Indeksas6">
    <w:name w:val="index 6"/>
    <w:basedOn w:val="prastasis"/>
    <w:next w:val="prastasis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Indeksas7">
    <w:name w:val="index 7"/>
    <w:basedOn w:val="prastasis"/>
    <w:next w:val="prastasis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Indeksas8">
    <w:name w:val="index 8"/>
    <w:basedOn w:val="prastasis"/>
    <w:next w:val="prastasis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Indeksas9">
    <w:name w:val="index 9"/>
    <w:basedOn w:val="prastasis"/>
    <w:next w:val="prastasis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Indeksoantrat">
    <w:name w:val="index heading"/>
    <w:basedOn w:val="prastasis"/>
    <w:next w:val="Indeksas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Rykuspabraukimas">
    <w:name w:val="Intense Emphasis"/>
    <w:basedOn w:val="Numatytasispastraiposriftas"/>
    <w:uiPriority w:val="21"/>
    <w:qFormat/>
    <w:rsid w:val="00B47F94"/>
    <w:rPr>
      <w:b/>
      <w:bCs/>
      <w:i/>
      <w:iCs/>
      <w:color w:val="auto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B47F94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B47F94"/>
    <w:rPr>
      <w:rFonts w:asciiTheme="majorHAnsi" w:eastAsiaTheme="majorEastAsia" w:hAnsiTheme="majorHAnsi" w:cstheme="majorBidi"/>
      <w:sz w:val="26"/>
      <w:szCs w:val="26"/>
    </w:rPr>
  </w:style>
  <w:style w:type="character" w:styleId="Rykinuoroda">
    <w:name w:val="Intense Reference"/>
    <w:basedOn w:val="Numatytasispastraiposriftas"/>
    <w:uiPriority w:val="32"/>
    <w:qFormat/>
    <w:rsid w:val="00B47F94"/>
    <w:rPr>
      <w:b/>
      <w:bCs/>
      <w:smallCaps/>
      <w:color w:val="auto"/>
      <w:u w:val="single"/>
    </w:rPr>
  </w:style>
  <w:style w:type="table" w:styleId="viesustinklelis">
    <w:name w:val="Light Grid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esustinklelis1parykinimas">
    <w:name w:val="Light Grid Accent 1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esustinklelis2parykinimas">
    <w:name w:val="Light Grid Accent 2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esustinklelis3parykinimas">
    <w:name w:val="Light Grid Accent 3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esustinklelis4parykinimas">
    <w:name w:val="Light Grid Accent 4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esustinklelis5parykinimas">
    <w:name w:val="Light Grid Accent 5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esustinklelis6parykinimas">
    <w:name w:val="Light Grid Accent 6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viesussraas">
    <w:name w:val="Light List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esussraas1parykinimas">
    <w:name w:val="Light List Accent 1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esussraas2parykinimas">
    <w:name w:val="Light List Accent 2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esussraas3parykinimas">
    <w:name w:val="Light List Accent 3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esussraas4parykinimas">
    <w:name w:val="Light List Accent 4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esussraas5parykinimas">
    <w:name w:val="Light List Accent 5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esussraas6parykinimas">
    <w:name w:val="Light List Accent 6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esusisspalvinimas">
    <w:name w:val="Light Shading"/>
    <w:basedOn w:val="prastojilentel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esusspalvinimas1parykinimas">
    <w:name w:val="Light Shading Accent 1"/>
    <w:basedOn w:val="prastojilentel"/>
    <w:uiPriority w:val="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esusspalvinimas2parykinimas">
    <w:name w:val="Light Shading Accent 2"/>
    <w:basedOn w:val="prastojilentel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esusspalvinimas3parykinimas">
    <w:name w:val="Light Shading Accent 3"/>
    <w:basedOn w:val="prastojilentel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esusspalvinimas4parykinimas">
    <w:name w:val="Light Shading Accent 4"/>
    <w:basedOn w:val="prastojilentel"/>
    <w:uiPriority w:val="6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esusspalvinimas5parykinimas">
    <w:name w:val="Light Shading Accent 5"/>
    <w:basedOn w:val="prastojilentel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esusspalvinimas6parykinimas">
    <w:name w:val="Light Shading Accent 6"/>
    <w:basedOn w:val="prastojilentel"/>
    <w:uiPriority w:val="6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Eilutsnumeris">
    <w:name w:val="line number"/>
    <w:basedOn w:val="Numatytasispastraiposriftas"/>
    <w:uiPriority w:val="99"/>
    <w:semiHidden/>
    <w:unhideWhenUsed/>
  </w:style>
  <w:style w:type="paragraph" w:styleId="Sraas">
    <w:name w:val="List"/>
    <w:basedOn w:val="prastasis"/>
    <w:unhideWhenUsed/>
    <w:pPr>
      <w:ind w:left="360" w:hanging="360"/>
      <w:contextualSpacing/>
    </w:pPr>
  </w:style>
  <w:style w:type="paragraph" w:styleId="Sraas2">
    <w:name w:val="List 2"/>
    <w:basedOn w:val="prastasis"/>
    <w:uiPriority w:val="99"/>
    <w:semiHidden/>
    <w:unhideWhenUsed/>
    <w:pPr>
      <w:ind w:left="720" w:hanging="360"/>
      <w:contextualSpacing/>
    </w:pPr>
  </w:style>
  <w:style w:type="paragraph" w:styleId="Sraas3">
    <w:name w:val="List 3"/>
    <w:basedOn w:val="prastasis"/>
    <w:uiPriority w:val="99"/>
    <w:semiHidden/>
    <w:unhideWhenUsed/>
    <w:pPr>
      <w:ind w:left="1080" w:hanging="360"/>
      <w:contextualSpacing/>
    </w:pPr>
  </w:style>
  <w:style w:type="paragraph" w:styleId="Sraas4">
    <w:name w:val="List 4"/>
    <w:basedOn w:val="prastasis"/>
    <w:uiPriority w:val="99"/>
    <w:semiHidden/>
    <w:unhideWhenUsed/>
    <w:pPr>
      <w:ind w:left="1440" w:hanging="360"/>
      <w:contextualSpacing/>
    </w:pPr>
  </w:style>
  <w:style w:type="paragraph" w:styleId="Sraas5">
    <w:name w:val="List 5"/>
    <w:basedOn w:val="prastasis"/>
    <w:uiPriority w:val="99"/>
    <w:semiHidden/>
    <w:unhideWhenUsed/>
    <w:pPr>
      <w:ind w:left="1800" w:hanging="360"/>
      <w:contextualSpacing/>
    </w:pPr>
  </w:style>
  <w:style w:type="paragraph" w:styleId="Sraassuenkleliais">
    <w:name w:val="List Bullet"/>
    <w:basedOn w:val="prastasis"/>
    <w:uiPriority w:val="1"/>
    <w:unhideWhenUsed/>
    <w:pPr>
      <w:numPr>
        <w:numId w:val="1"/>
      </w:numPr>
      <w:spacing w:after="40"/>
    </w:pPr>
  </w:style>
  <w:style w:type="paragraph" w:styleId="Sraassuenkleliais2">
    <w:name w:val="List Bullet 2"/>
    <w:basedOn w:val="prastasis"/>
    <w:uiPriority w:val="99"/>
    <w:semiHidden/>
    <w:unhideWhenUsed/>
    <w:pPr>
      <w:numPr>
        <w:numId w:val="2"/>
      </w:numPr>
      <w:contextualSpacing/>
    </w:pPr>
  </w:style>
  <w:style w:type="paragraph" w:styleId="Sraassuenkleliais3">
    <w:name w:val="List Bullet 3"/>
    <w:basedOn w:val="prastasis"/>
    <w:uiPriority w:val="99"/>
    <w:semiHidden/>
    <w:unhideWhenUsed/>
    <w:pPr>
      <w:numPr>
        <w:numId w:val="3"/>
      </w:numPr>
      <w:contextualSpacing/>
    </w:pPr>
  </w:style>
  <w:style w:type="paragraph" w:styleId="Sraassuenkleliais4">
    <w:name w:val="List Bullet 4"/>
    <w:basedOn w:val="prastasis"/>
    <w:uiPriority w:val="99"/>
    <w:semiHidden/>
    <w:unhideWhenUsed/>
    <w:pPr>
      <w:numPr>
        <w:numId w:val="4"/>
      </w:numPr>
      <w:contextualSpacing/>
    </w:pPr>
  </w:style>
  <w:style w:type="paragraph" w:styleId="Sraassuenkleliais5">
    <w:name w:val="List Bullet 5"/>
    <w:basedOn w:val="prastasis"/>
    <w:uiPriority w:val="99"/>
    <w:semiHidden/>
    <w:unhideWhenUsed/>
    <w:pPr>
      <w:numPr>
        <w:numId w:val="5"/>
      </w:numPr>
      <w:contextualSpacing/>
    </w:pPr>
  </w:style>
  <w:style w:type="paragraph" w:styleId="Sraotsinys">
    <w:name w:val="List Continue"/>
    <w:basedOn w:val="prastasis"/>
    <w:uiPriority w:val="99"/>
    <w:semiHidden/>
    <w:unhideWhenUsed/>
    <w:pPr>
      <w:spacing w:after="120"/>
      <w:ind w:left="360"/>
      <w:contextualSpacing/>
    </w:pPr>
  </w:style>
  <w:style w:type="paragraph" w:styleId="Sraotsinys2">
    <w:name w:val="List Continue 2"/>
    <w:basedOn w:val="prastasis"/>
    <w:uiPriority w:val="99"/>
    <w:semiHidden/>
    <w:unhideWhenUsed/>
    <w:pPr>
      <w:spacing w:after="120"/>
      <w:ind w:left="720"/>
      <w:contextualSpacing/>
    </w:pPr>
  </w:style>
  <w:style w:type="paragraph" w:styleId="Sraotsinys3">
    <w:name w:val="List Continue 3"/>
    <w:basedOn w:val="prastasis"/>
    <w:uiPriority w:val="99"/>
    <w:semiHidden/>
    <w:unhideWhenUsed/>
    <w:pPr>
      <w:spacing w:after="120"/>
      <w:ind w:left="1080"/>
      <w:contextualSpacing/>
    </w:pPr>
  </w:style>
  <w:style w:type="paragraph" w:styleId="Sraotsinys4">
    <w:name w:val="List Continue 4"/>
    <w:basedOn w:val="prastasis"/>
    <w:uiPriority w:val="99"/>
    <w:semiHidden/>
    <w:unhideWhenUsed/>
    <w:pPr>
      <w:spacing w:after="120"/>
      <w:ind w:left="1440"/>
      <w:contextualSpacing/>
    </w:pPr>
  </w:style>
  <w:style w:type="paragraph" w:styleId="Sraotsinys5">
    <w:name w:val="List Continue 5"/>
    <w:basedOn w:val="prastasis"/>
    <w:uiPriority w:val="99"/>
    <w:semiHidden/>
    <w:unhideWhenUsed/>
    <w:pPr>
      <w:spacing w:after="120"/>
      <w:ind w:left="1800"/>
      <w:contextualSpacing/>
    </w:pPr>
  </w:style>
  <w:style w:type="paragraph" w:styleId="Sraassunumeriais">
    <w:name w:val="List Number"/>
    <w:basedOn w:val="prastasis"/>
    <w:uiPriority w:val="1"/>
    <w:unhideWhenUsed/>
    <w:pPr>
      <w:numPr>
        <w:numId w:val="7"/>
      </w:numPr>
      <w:contextualSpacing/>
    </w:pPr>
  </w:style>
  <w:style w:type="paragraph" w:styleId="Sraassunumeriais2">
    <w:name w:val="List Number 2"/>
    <w:basedOn w:val="prastasis"/>
    <w:uiPriority w:val="1"/>
    <w:unhideWhenUsed/>
    <w:pPr>
      <w:numPr>
        <w:ilvl w:val="1"/>
        <w:numId w:val="7"/>
      </w:numPr>
      <w:contextualSpacing/>
    </w:pPr>
  </w:style>
  <w:style w:type="paragraph" w:styleId="Sraassunumeriais3">
    <w:name w:val="List Number 3"/>
    <w:basedOn w:val="prastasis"/>
    <w:uiPriority w:val="18"/>
    <w:unhideWhenUsed/>
    <w:pPr>
      <w:numPr>
        <w:ilvl w:val="2"/>
        <w:numId w:val="7"/>
      </w:numPr>
      <w:contextualSpacing/>
    </w:pPr>
  </w:style>
  <w:style w:type="paragraph" w:styleId="Sraassunumeriais4">
    <w:name w:val="List Number 4"/>
    <w:basedOn w:val="prastasis"/>
    <w:uiPriority w:val="18"/>
    <w:semiHidden/>
    <w:unhideWhenUsed/>
    <w:pPr>
      <w:numPr>
        <w:ilvl w:val="3"/>
        <w:numId w:val="7"/>
      </w:numPr>
      <w:contextualSpacing/>
    </w:pPr>
  </w:style>
  <w:style w:type="paragraph" w:styleId="Sraassunumeriais5">
    <w:name w:val="List Number 5"/>
    <w:basedOn w:val="prastasis"/>
    <w:uiPriority w:val="18"/>
    <w:semiHidden/>
    <w:unhideWhenUsed/>
    <w:pPr>
      <w:numPr>
        <w:ilvl w:val="4"/>
        <w:numId w:val="7"/>
      </w:numPr>
      <w:contextualSpacing/>
    </w:p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,Bullet"/>
    <w:basedOn w:val="prastasis"/>
    <w:link w:val="SraopastraipaDiagrama"/>
    <w:uiPriority w:val="34"/>
    <w:qFormat/>
    <w:pPr>
      <w:ind w:left="720"/>
      <w:contextualSpacing/>
    </w:pPr>
  </w:style>
  <w:style w:type="paragraph" w:styleId="Makrokomandostekstas">
    <w:name w:val="macro"/>
    <w:link w:val="MakrokomandostekstasDiagrama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MakrokomandostekstasDiagrama">
    <w:name w:val="Makrokomandos tekstas Diagrama"/>
    <w:basedOn w:val="Numatytasispastraiposriftas"/>
    <w:link w:val="Makrokomandostekstas"/>
    <w:uiPriority w:val="99"/>
    <w:semiHidden/>
    <w:rPr>
      <w:rFonts w:ascii="Consolas" w:hAnsi="Consolas" w:cs="Consolas"/>
      <w:sz w:val="20"/>
    </w:rPr>
  </w:style>
  <w:style w:type="table" w:styleId="1vidutinistinklelis">
    <w:name w:val="Medium Grid 1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vidutinistinklelis1parykinimas">
    <w:name w:val="Medium Grid 1 Accent 1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vidutinistinklelis2parykinimas">
    <w:name w:val="Medium Grid 1 Accent 2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vidutinistinklelis3parykinimas">
    <w:name w:val="Medium Grid 1 Accent 3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vidutinistinklelis4parykinimas">
    <w:name w:val="Medium Grid 1 Accent 4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vidutinistinklelis5parykinimas">
    <w:name w:val="Medium Grid 1 Accent 5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vidutinistinklelis6parykinimas">
    <w:name w:val="Medium Grid 1 Accent 6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vidutinistinklelis">
    <w:name w:val="Medium Grid 2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1parykinimas">
    <w:name w:val="Medium Grid 2 Accent 1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2parykinimas">
    <w:name w:val="Medium Grid 2 Accent 2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3parykinimas">
    <w:name w:val="Medium Grid 2 Accent 3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4parykinimas">
    <w:name w:val="Medium Grid 2 Accent 4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5parykinimas">
    <w:name w:val="Medium Grid 2 Accent 5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6parykinimas">
    <w:name w:val="Medium Grid 2 Accent 6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vidutinistinklelis">
    <w:name w:val="Medium Grid 3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vidutinistinklelis1parykinimas">
    <w:name w:val="Medium Grid 3 Accent 1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vidutinistinklelis2parykinimas">
    <w:name w:val="Medium Grid 3 Accent 2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vidutinistinklelis3parykinimas">
    <w:name w:val="Medium Grid 3 Accent 3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vidutinistinklelis4parykinimas">
    <w:name w:val="Medium Grid 3 Accent 4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vidutinistinklelis5parykinimas">
    <w:name w:val="Medium Grid 3 Accent 5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vidutinistinklelis6parykinimas">
    <w:name w:val="Medium Grid 3 Accent 6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vidutinissraas">
    <w:name w:val="Medium List 1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vidutinissraas1parykinimas">
    <w:name w:val="Medium List 1 Accent 1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vidutinissraas2parykinimas">
    <w:name w:val="Medium List 1 Accent 2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vidutinissraas3parykinimas">
    <w:name w:val="Medium List 1 Accent 3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vidutinissraas4parykinimas">
    <w:name w:val="Medium List 1 Accent 4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vidutinissraas5parykinimas">
    <w:name w:val="Medium List 1 Accent 5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vidutinissraas6parykinimas">
    <w:name w:val="Medium List 1 Accent 6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vidutinissraas">
    <w:name w:val="Medium List 2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1parykinimas">
    <w:name w:val="Medium List 2 Accent 1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2parykinimas">
    <w:name w:val="Medium List 2 Accent 2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3parykinimas">
    <w:name w:val="Medium List 2 Accent 3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4parykinimas">
    <w:name w:val="Medium List 2 Accent 4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5parykinimas">
    <w:name w:val="Medium List 2 Accent 5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6parykinimas">
    <w:name w:val="Medium List 2 Accent 6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vidutinisspalvinimas">
    <w:name w:val="Medium Shading 1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1parykinimas">
    <w:name w:val="Medium Shading 1 Accent 1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2parykinimas">
    <w:name w:val="Medium Shading 1 Accent 2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3parykinimas">
    <w:name w:val="Medium Shading 1 Accent 3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4parykinimas">
    <w:name w:val="Medium Shading 1 Accent 4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5parykinimas">
    <w:name w:val="Medium Shading 1 Accent 5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6parykinimas">
    <w:name w:val="Medium Shading 1 Accent 6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vidutinisspalvinimas">
    <w:name w:val="Medium Shading 2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1parykinimas">
    <w:name w:val="Medium Shading 2 Accent 1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2parykinimas">
    <w:name w:val="Medium Shading 2 Accent 2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3parykinimas">
    <w:name w:val="Medium Shading 2 Accent 3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4parykinimas">
    <w:name w:val="Medium Shading 2 Accent 4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5parykinimas">
    <w:name w:val="Medium Shading 2 Accent 5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6parykinimas">
    <w:name w:val="Medium Shading 2 Accent 6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aikoantrat">
    <w:name w:val="Message Header"/>
    <w:basedOn w:val="prastasis"/>
    <w:link w:val="LaikoantratDiagrama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LaikoantratDiagrama">
    <w:name w:val="Laiško antraštė Diagrama"/>
    <w:basedOn w:val="Numatytasispastraiposriftas"/>
    <w:link w:val="Laikoantrat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prastasiniatinklio">
    <w:name w:val="Normal (Web)"/>
    <w:basedOn w:val="prastasis"/>
    <w:uiPriority w:val="99"/>
    <w:semiHidden/>
    <w:unhideWhenUsed/>
    <w:rPr>
      <w:rFonts w:ascii="Times New Roman" w:hAnsi="Times New Roman" w:cs="Times New Roman"/>
      <w:sz w:val="24"/>
    </w:rPr>
  </w:style>
  <w:style w:type="paragraph" w:styleId="prastojitrauka">
    <w:name w:val="Normal Indent"/>
    <w:basedOn w:val="prastasis"/>
    <w:uiPriority w:val="99"/>
    <w:semiHidden/>
    <w:unhideWhenUsed/>
    <w:pPr>
      <w:ind w:left="720"/>
    </w:pPr>
  </w:style>
  <w:style w:type="paragraph" w:styleId="Pastabosantrat">
    <w:name w:val="Note Heading"/>
    <w:basedOn w:val="prastasis"/>
    <w:next w:val="prastasis"/>
    <w:link w:val="PastabosantratDiagrama"/>
    <w:uiPriority w:val="99"/>
    <w:semiHidden/>
    <w:unhideWhenUsed/>
    <w:pPr>
      <w:spacing w:after="0" w:line="240" w:lineRule="auto"/>
    </w:pPr>
  </w:style>
  <w:style w:type="character" w:customStyle="1" w:styleId="PastabosantratDiagrama">
    <w:name w:val="Pastabos antraštė Diagrama"/>
    <w:basedOn w:val="Numatytasispastraiposriftas"/>
    <w:link w:val="Pastabosantrat"/>
    <w:uiPriority w:val="99"/>
    <w:semiHidden/>
  </w:style>
  <w:style w:type="character" w:styleId="Puslapionumeris">
    <w:name w:val="page number"/>
    <w:basedOn w:val="Numatytasispastraiposriftas"/>
    <w:unhideWhenUsed/>
  </w:style>
  <w:style w:type="paragraph" w:styleId="Paprastasistekstas">
    <w:name w:val="Plain Text"/>
    <w:basedOn w:val="prastasis"/>
    <w:link w:val="PaprastasistekstasDiagrama"/>
    <w:uiPriority w:val="99"/>
    <w:semiHidden/>
    <w:unhideWhenUsed/>
    <w:pPr>
      <w:spacing w:after="0" w:line="240" w:lineRule="auto"/>
    </w:pPr>
    <w:rPr>
      <w:rFonts w:ascii="Consolas" w:hAnsi="Consolas" w:cs="Consolas"/>
      <w:sz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semiHidden/>
    <w:rPr>
      <w:rFonts w:ascii="Consolas" w:hAnsi="Consolas" w:cs="Consolas"/>
      <w:sz w:val="21"/>
    </w:rPr>
  </w:style>
  <w:style w:type="paragraph" w:styleId="Pasveikinimas">
    <w:name w:val="Salutation"/>
    <w:basedOn w:val="prastasis"/>
    <w:next w:val="prastasis"/>
    <w:link w:val="PasveikinimasDiagrama"/>
    <w:uiPriority w:val="99"/>
    <w:semiHidden/>
    <w:unhideWhenUsed/>
  </w:style>
  <w:style w:type="character" w:customStyle="1" w:styleId="PasveikinimasDiagrama">
    <w:name w:val="Pasveikinimas Diagrama"/>
    <w:basedOn w:val="Numatytasispastraiposriftas"/>
    <w:link w:val="Pasveikinimas"/>
    <w:uiPriority w:val="99"/>
    <w:semiHidden/>
  </w:style>
  <w:style w:type="paragraph" w:styleId="Paraas">
    <w:name w:val="Signature"/>
    <w:basedOn w:val="prastasis"/>
    <w:link w:val="ParaasDiagrama"/>
    <w:uiPriority w:val="9"/>
    <w:unhideWhenUsed/>
    <w:pPr>
      <w:spacing w:before="720" w:after="0" w:line="312" w:lineRule="auto"/>
      <w:contextualSpacing/>
    </w:pPr>
  </w:style>
  <w:style w:type="character" w:customStyle="1" w:styleId="ParaasDiagrama">
    <w:name w:val="Parašas Diagrama"/>
    <w:basedOn w:val="Numatytasispastraiposriftas"/>
    <w:link w:val="Paraas"/>
    <w:uiPriority w:val="9"/>
    <w:rPr>
      <w:kern w:val="20"/>
    </w:rPr>
  </w:style>
  <w:style w:type="character" w:styleId="Grietas">
    <w:name w:val="Strong"/>
    <w:basedOn w:val="Numatytasispastraiposriftas"/>
    <w:uiPriority w:val="22"/>
    <w:qFormat/>
    <w:rsid w:val="00B47F94"/>
    <w:rPr>
      <w:b/>
      <w:bCs/>
      <w:color w:val="auto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B47F94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B47F94"/>
    <w:rPr>
      <w:rFonts w:asciiTheme="majorHAnsi" w:eastAsiaTheme="majorEastAsia" w:hAnsiTheme="majorHAnsi" w:cstheme="majorBidi"/>
      <w:sz w:val="24"/>
      <w:szCs w:val="24"/>
    </w:rPr>
  </w:style>
  <w:style w:type="character" w:styleId="Nerykuspabraukimas">
    <w:name w:val="Subtle Emphasis"/>
    <w:basedOn w:val="Numatytasispastraiposriftas"/>
    <w:uiPriority w:val="19"/>
    <w:qFormat/>
    <w:rsid w:val="00B47F94"/>
    <w:rPr>
      <w:i/>
      <w:iCs/>
      <w:color w:val="auto"/>
    </w:rPr>
  </w:style>
  <w:style w:type="character" w:styleId="Nerykinuoroda">
    <w:name w:val="Subtle Reference"/>
    <w:basedOn w:val="Numatytasispastraiposriftas"/>
    <w:uiPriority w:val="31"/>
    <w:qFormat/>
    <w:rsid w:val="00B47F94"/>
    <w:rPr>
      <w:smallCaps/>
      <w:color w:val="auto"/>
      <w:u w:val="single" w:color="7F7F7F" w:themeColor="text1" w:themeTint="80"/>
    </w:rPr>
  </w:style>
  <w:style w:type="table" w:styleId="LentelTrimaiaiefektai1">
    <w:name w:val="Table 3D effects 1"/>
    <w:basedOn w:val="prastojilentel"/>
    <w:uiPriority w:val="99"/>
    <w:semiHidden/>
    <w:unhideWhenUsed/>
    <w:pPr>
      <w:spacing w:line="30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entelTrimaiaiefektai2">
    <w:name w:val="Table 3D effects 2"/>
    <w:basedOn w:val="prastojilentel"/>
    <w:uiPriority w:val="99"/>
    <w:semiHidden/>
    <w:unhideWhenUsed/>
    <w:pPr>
      <w:spacing w:line="30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rimaiaiefektai3">
    <w:name w:val="Table 3D effects 3"/>
    <w:basedOn w:val="prastojilentel"/>
    <w:uiPriority w:val="99"/>
    <w:semiHidden/>
    <w:unhideWhenUsed/>
    <w:pPr>
      <w:spacing w:line="30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1">
    <w:name w:val="Table Classic 1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2">
    <w:name w:val="Table Classic 2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3">
    <w:name w:val="Table Classic 3"/>
    <w:basedOn w:val="prastojilentel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4">
    <w:name w:val="Table Classic 4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1">
    <w:name w:val="Table Colorful 1"/>
    <w:basedOn w:val="prastojilentel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2">
    <w:name w:val="Table Colorful 2"/>
    <w:basedOn w:val="prastojilentel"/>
    <w:uiPriority w:val="99"/>
    <w:semiHidden/>
    <w:unhideWhenUsed/>
    <w:pPr>
      <w:spacing w:line="30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3">
    <w:name w:val="Table Colorful 3"/>
    <w:basedOn w:val="prastojilentel"/>
    <w:uiPriority w:val="99"/>
    <w:semiHidden/>
    <w:unhideWhenUsed/>
    <w:pPr>
      <w:spacing w:line="30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Stulpeliai1">
    <w:name w:val="Table Columns 1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2">
    <w:name w:val="Table Columns 2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3">
    <w:name w:val="Table Columns 3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4">
    <w:name w:val="Table Columns 4"/>
    <w:basedOn w:val="prastojilentel"/>
    <w:uiPriority w:val="99"/>
    <w:semiHidden/>
    <w:unhideWhenUsed/>
    <w:pPr>
      <w:spacing w:line="30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LentelStulpeliai5">
    <w:name w:val="Table Columns 5"/>
    <w:basedOn w:val="prastojilentel"/>
    <w:uiPriority w:val="99"/>
    <w:semiHidden/>
    <w:unhideWhenUsed/>
    <w:pPr>
      <w:spacing w:line="30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Lenteliuolaikin">
    <w:name w:val="Table Contemporary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entelElegantika">
    <w:name w:val="Table Elegant"/>
    <w:basedOn w:val="prastojilentel"/>
    <w:uiPriority w:val="99"/>
    <w:semiHidden/>
    <w:unhideWhenUsed/>
    <w:pPr>
      <w:spacing w:line="30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1">
    <w:name w:val="Table Grid 1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2">
    <w:name w:val="Table Grid 2"/>
    <w:basedOn w:val="prastojilentel"/>
    <w:uiPriority w:val="99"/>
    <w:semiHidden/>
    <w:unhideWhenUsed/>
    <w:pPr>
      <w:spacing w:line="30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3">
    <w:name w:val="Table Grid 3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4">
    <w:name w:val="Table Grid 4"/>
    <w:basedOn w:val="prastojilentel"/>
    <w:uiPriority w:val="99"/>
    <w:semiHidden/>
    <w:unhideWhenUsed/>
    <w:pPr>
      <w:spacing w:line="30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5">
    <w:name w:val="Table Grid 5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6">
    <w:name w:val="Table Grid 6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7">
    <w:name w:val="Table Grid 7"/>
    <w:basedOn w:val="prastojilentel"/>
    <w:uiPriority w:val="99"/>
    <w:semiHidden/>
    <w:unhideWhenUsed/>
    <w:pPr>
      <w:spacing w:line="30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8">
    <w:name w:val="Table Grid 8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1">
    <w:name w:val="Table List 1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2">
    <w:name w:val="Table List 2"/>
    <w:basedOn w:val="prastojilentel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3">
    <w:name w:val="Table List 3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4">
    <w:name w:val="Table List 4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LentelSraas5">
    <w:name w:val="Table List 5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6">
    <w:name w:val="Table List 6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LentelSraas7">
    <w:name w:val="Table List 7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entelSraas8">
    <w:name w:val="Table List 8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teratra">
    <w:name w:val="table of authorities"/>
    <w:basedOn w:val="prastasis"/>
    <w:next w:val="prastasis"/>
    <w:uiPriority w:val="99"/>
    <w:semiHidden/>
    <w:unhideWhenUsed/>
    <w:pPr>
      <w:spacing w:after="0"/>
      <w:ind w:left="220" w:hanging="220"/>
    </w:pPr>
  </w:style>
  <w:style w:type="paragraph" w:styleId="Iliustracijsraas">
    <w:name w:val="table of figures"/>
    <w:basedOn w:val="prastasis"/>
    <w:next w:val="prastasis"/>
    <w:uiPriority w:val="99"/>
    <w:semiHidden/>
    <w:unhideWhenUsed/>
    <w:pPr>
      <w:spacing w:after="0"/>
    </w:pPr>
  </w:style>
  <w:style w:type="table" w:styleId="LentelProfesionali">
    <w:name w:val="Table Professional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Paprasta1">
    <w:name w:val="Table Simple 1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LentelPaprasta2">
    <w:name w:val="Table Simple 2"/>
    <w:basedOn w:val="prastojilentel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entelPaprasta3">
    <w:name w:val="Table Simple 3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Subtili1">
    <w:name w:val="Table Subtle 1"/>
    <w:basedOn w:val="prastojilentel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ubtili2">
    <w:name w:val="Table Subtle 2"/>
    <w:basedOn w:val="prastojilentel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ema">
    <w:name w:val="Table Theme"/>
    <w:basedOn w:val="prastojilentel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iniatinklis1">
    <w:name w:val="Table Web 1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iniatinklis2">
    <w:name w:val="Table Web 2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iniatinklis3">
    <w:name w:val="Table Web 3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avadinimas">
    <w:name w:val="Title"/>
    <w:basedOn w:val="prastasis"/>
    <w:next w:val="prastasis"/>
    <w:link w:val="PavadinimasDiagrama"/>
    <w:uiPriority w:val="10"/>
    <w:qFormat/>
    <w:rsid w:val="00B47F9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B47F94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Literatrossraoantrat">
    <w:name w:val="toa heading"/>
    <w:basedOn w:val="prastasis"/>
    <w:next w:val="prastasis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urinys1">
    <w:name w:val="toc 1"/>
    <w:basedOn w:val="prastasis"/>
    <w:next w:val="prastasis"/>
    <w:autoRedefine/>
    <w:uiPriority w:val="39"/>
    <w:unhideWhenUsed/>
    <w:pPr>
      <w:tabs>
        <w:tab w:val="right" w:leader="underscore" w:pos="9090"/>
      </w:tabs>
      <w:spacing w:after="100"/>
    </w:pPr>
    <w:rPr>
      <w:noProof/>
      <w:color w:val="7F7F7F" w:themeColor="text1" w:themeTint="80"/>
    </w:rPr>
  </w:style>
  <w:style w:type="paragraph" w:styleId="Turinys2">
    <w:name w:val="toc 2"/>
    <w:basedOn w:val="prastasis"/>
    <w:next w:val="prastasis"/>
    <w:autoRedefine/>
    <w:uiPriority w:val="39"/>
    <w:unhideWhenUsed/>
    <w:pPr>
      <w:spacing w:after="100"/>
      <w:ind w:left="220"/>
    </w:pPr>
  </w:style>
  <w:style w:type="paragraph" w:styleId="Turinys3">
    <w:name w:val="toc 3"/>
    <w:basedOn w:val="prastasis"/>
    <w:next w:val="prastasis"/>
    <w:autoRedefine/>
    <w:uiPriority w:val="39"/>
    <w:semiHidden/>
    <w:unhideWhenUsed/>
    <w:pPr>
      <w:spacing w:after="100"/>
      <w:ind w:left="440"/>
    </w:pPr>
  </w:style>
  <w:style w:type="paragraph" w:styleId="Turinys4">
    <w:name w:val="toc 4"/>
    <w:basedOn w:val="prastasis"/>
    <w:next w:val="prastasis"/>
    <w:autoRedefine/>
    <w:uiPriority w:val="39"/>
    <w:semiHidden/>
    <w:unhideWhenUsed/>
    <w:pPr>
      <w:spacing w:after="100"/>
      <w:ind w:left="660"/>
    </w:pPr>
  </w:style>
  <w:style w:type="paragraph" w:styleId="Turinys5">
    <w:name w:val="toc 5"/>
    <w:basedOn w:val="prastasis"/>
    <w:next w:val="prastasis"/>
    <w:autoRedefine/>
    <w:uiPriority w:val="39"/>
    <w:semiHidden/>
    <w:unhideWhenUsed/>
    <w:pPr>
      <w:spacing w:after="100"/>
      <w:ind w:left="880"/>
    </w:pPr>
  </w:style>
  <w:style w:type="paragraph" w:styleId="Turinys6">
    <w:name w:val="toc 6"/>
    <w:basedOn w:val="prastasis"/>
    <w:next w:val="prastasis"/>
    <w:autoRedefine/>
    <w:uiPriority w:val="39"/>
    <w:semiHidden/>
    <w:unhideWhenUsed/>
    <w:pPr>
      <w:spacing w:after="100"/>
      <w:ind w:left="1100"/>
    </w:pPr>
  </w:style>
  <w:style w:type="paragraph" w:styleId="Turinys7">
    <w:name w:val="toc 7"/>
    <w:basedOn w:val="prastasis"/>
    <w:next w:val="prastasis"/>
    <w:autoRedefine/>
    <w:uiPriority w:val="39"/>
    <w:semiHidden/>
    <w:unhideWhenUsed/>
    <w:pPr>
      <w:spacing w:after="100"/>
      <w:ind w:left="1320"/>
    </w:pPr>
  </w:style>
  <w:style w:type="paragraph" w:styleId="Turinys8">
    <w:name w:val="toc 8"/>
    <w:basedOn w:val="prastasis"/>
    <w:next w:val="prastasis"/>
    <w:autoRedefine/>
    <w:uiPriority w:val="39"/>
    <w:semiHidden/>
    <w:unhideWhenUsed/>
    <w:pPr>
      <w:spacing w:after="100"/>
      <w:ind w:left="1540"/>
    </w:pPr>
  </w:style>
  <w:style w:type="paragraph" w:styleId="Turinys9">
    <w:name w:val="toc 9"/>
    <w:basedOn w:val="prastasis"/>
    <w:next w:val="prastasis"/>
    <w:autoRedefine/>
    <w:uiPriority w:val="39"/>
    <w:semiHidden/>
    <w:unhideWhenUsed/>
    <w:pPr>
      <w:spacing w:after="100"/>
      <w:ind w:left="1760"/>
    </w:pPr>
  </w:style>
  <w:style w:type="paragraph" w:styleId="Turinioantrat">
    <w:name w:val="TOC Heading"/>
    <w:basedOn w:val="Antrat1"/>
    <w:next w:val="prastasis"/>
    <w:uiPriority w:val="39"/>
    <w:unhideWhenUsed/>
    <w:qFormat/>
    <w:rsid w:val="00B47F94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1"/>
  </w:style>
  <w:style w:type="paragraph" w:customStyle="1" w:styleId="Lentelsantrat">
    <w:name w:val="Lentelės antraštė"/>
    <w:basedOn w:val="prastasis"/>
    <w:uiPriority w:val="1"/>
    <w:pPr>
      <w:keepNext/>
      <w:pBdr>
        <w:top w:val="single" w:sz="4" w:space="1" w:color="4F81BD" w:themeColor="accent1"/>
        <w:left w:val="single" w:sz="4" w:space="6" w:color="4F81BD" w:themeColor="accent1"/>
        <w:bottom w:val="single" w:sz="4" w:space="1" w:color="4F81BD" w:themeColor="accent1"/>
        <w:right w:val="single" w:sz="4" w:space="6" w:color="4F81BD" w:themeColor="accent1"/>
      </w:pBdr>
      <w:shd w:val="clear" w:color="auto" w:fill="4F81BD" w:themeFill="accent1"/>
      <w:spacing w:before="16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Lentelstekstodeimtainskiltis">
    <w:name w:val="Lentelės teksto dešimtainė skiltis"/>
    <w:basedOn w:val="prastasis"/>
    <w:uiPriority w:val="1"/>
    <w:pPr>
      <w:tabs>
        <w:tab w:val="decimal" w:pos="1252"/>
      </w:tabs>
      <w:spacing w:before="60" w:after="60" w:line="240" w:lineRule="auto"/>
      <w:ind w:left="144" w:right="144"/>
    </w:pPr>
  </w:style>
  <w:style w:type="table" w:customStyle="1" w:styleId="Finansinlentel">
    <w:name w:val="Finansinė lentelė"/>
    <w:basedOn w:val="prastojilente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4F81BD" w:themeColor="accent1"/>
        <w:sz w:val="22"/>
      </w:rPr>
    </w:tblStylePr>
    <w:tblStylePr w:type="firstCol">
      <w:rPr>
        <w:b/>
      </w:rPr>
    </w:tblStylePr>
  </w:style>
  <w:style w:type="numbering" w:customStyle="1" w:styleId="Metinataskaita">
    <w:name w:val="Metinė ataskaita"/>
    <w:uiPriority w:val="99"/>
    <w:pPr>
      <w:numPr>
        <w:numId w:val="6"/>
      </w:numPr>
    </w:pPr>
  </w:style>
  <w:style w:type="paragraph" w:customStyle="1" w:styleId="Santrauka">
    <w:name w:val="Santrauka"/>
    <w:basedOn w:val="prastasis"/>
    <w:uiPriority w:val="19"/>
    <w:pPr>
      <w:spacing w:before="360" w:after="600"/>
      <w:ind w:left="144" w:right="144"/>
    </w:pPr>
    <w:rPr>
      <w:i/>
      <w:iCs/>
      <w:color w:val="7F7F7F" w:themeColor="text1" w:themeTint="80"/>
      <w:sz w:val="28"/>
    </w:rPr>
  </w:style>
  <w:style w:type="paragraph" w:customStyle="1" w:styleId="Lentelstekstas">
    <w:name w:val="Lentelės tekstas"/>
    <w:basedOn w:val="prastasis"/>
    <w:uiPriority w:val="9"/>
    <w:pPr>
      <w:spacing w:before="60" w:after="60" w:line="240" w:lineRule="auto"/>
      <w:ind w:left="144" w:right="144"/>
    </w:pPr>
  </w:style>
  <w:style w:type="paragraph" w:customStyle="1" w:styleId="Lentelskitospussantrat">
    <w:name w:val="Lentelės kitos pusės antraštė"/>
    <w:basedOn w:val="prastasis"/>
    <w:uiPriority w:val="9"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eliuotaantrat">
    <w:name w:val="Šešėliuota antraštė"/>
    <w:basedOn w:val="prastasis"/>
    <w:uiPriority w:val="19"/>
    <w:pPr>
      <w:pBdr>
        <w:top w:val="single" w:sz="2" w:space="2" w:color="4F81BD" w:themeColor="accent1"/>
        <w:left w:val="single" w:sz="2" w:space="6" w:color="4F81BD" w:themeColor="accent1"/>
        <w:bottom w:val="single" w:sz="2" w:space="2" w:color="4F81BD" w:themeColor="accent1"/>
        <w:right w:val="single" w:sz="2" w:space="6" w:color="4F81BD" w:themeColor="accent1"/>
      </w:pBdr>
      <w:shd w:val="clear" w:color="auto" w:fill="4F81BD" w:themeFill="accent1"/>
      <w:spacing w:after="0" w:line="240" w:lineRule="auto"/>
      <w:ind w:left="-360" w:right="-360"/>
    </w:pPr>
    <w:rPr>
      <w:rFonts w:asciiTheme="majorHAnsi" w:eastAsiaTheme="majorEastAsia" w:hAnsiTheme="majorHAnsi" w:cstheme="majorBidi"/>
      <w:caps/>
      <w:color w:val="FFFFFF" w:themeColor="background1"/>
      <w:sz w:val="48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uiPriority w:val="34"/>
    <w:qFormat/>
    <w:locked/>
    <w:rsid w:val="00C372B8"/>
  </w:style>
  <w:style w:type="character" w:customStyle="1" w:styleId="InternetLink">
    <w:name w:val="Internet Link"/>
    <w:basedOn w:val="Numatytasispastraiposriftas"/>
    <w:uiPriority w:val="99"/>
    <w:unhideWhenUsed/>
    <w:rsid w:val="006B2576"/>
    <w:rPr>
      <w:color w:val="0000FF" w:themeColor="hyperlink"/>
      <w:u w:val="single"/>
    </w:rPr>
  </w:style>
  <w:style w:type="character" w:customStyle="1" w:styleId="ListLabel1">
    <w:name w:val="ListLabel 1"/>
    <w:qFormat/>
    <w:rsid w:val="006B2576"/>
    <w:rPr>
      <w:rFonts w:cs="Times New Roman"/>
      <w:b w:val="0"/>
      <w:bCs w:val="0"/>
      <w:i w:val="0"/>
      <w:iCs w:val="0"/>
      <w:color w:val="00000A"/>
      <w:sz w:val="20"/>
      <w:szCs w:val="20"/>
    </w:rPr>
  </w:style>
  <w:style w:type="character" w:customStyle="1" w:styleId="ListLabel2">
    <w:name w:val="ListLabel 2"/>
    <w:qFormat/>
    <w:rsid w:val="006B2576"/>
    <w:rPr>
      <w:rFonts w:cs="Times New Roman"/>
      <w:b w:val="0"/>
      <w:bCs w:val="0"/>
      <w:i w:val="0"/>
      <w:iCs w:val="0"/>
      <w:color w:val="00000A"/>
      <w:sz w:val="22"/>
      <w:szCs w:val="22"/>
    </w:rPr>
  </w:style>
  <w:style w:type="character" w:customStyle="1" w:styleId="ListLabel3">
    <w:name w:val="ListLabel 3"/>
    <w:qFormat/>
    <w:rsid w:val="006B2576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4">
    <w:name w:val="ListLabel 4"/>
    <w:qFormat/>
    <w:rsid w:val="006B2576"/>
    <w:rPr>
      <w:rFonts w:cs="Times New Roman"/>
    </w:rPr>
  </w:style>
  <w:style w:type="character" w:customStyle="1" w:styleId="ListLabel5">
    <w:name w:val="ListLabel 5"/>
    <w:qFormat/>
    <w:rsid w:val="006B2576"/>
    <w:rPr>
      <w:rFonts w:cs="Times New Roman"/>
    </w:rPr>
  </w:style>
  <w:style w:type="character" w:customStyle="1" w:styleId="ListLabel6">
    <w:name w:val="ListLabel 6"/>
    <w:qFormat/>
    <w:rsid w:val="006B2576"/>
    <w:rPr>
      <w:rFonts w:cs="Times New Roman"/>
    </w:rPr>
  </w:style>
  <w:style w:type="character" w:customStyle="1" w:styleId="ListLabel7">
    <w:name w:val="ListLabel 7"/>
    <w:qFormat/>
    <w:rsid w:val="006B2576"/>
    <w:rPr>
      <w:rFonts w:cs="Times New Roman"/>
    </w:rPr>
  </w:style>
  <w:style w:type="character" w:customStyle="1" w:styleId="ListLabel8">
    <w:name w:val="ListLabel 8"/>
    <w:qFormat/>
    <w:rsid w:val="006B2576"/>
    <w:rPr>
      <w:rFonts w:cs="Times New Roman"/>
    </w:rPr>
  </w:style>
  <w:style w:type="character" w:customStyle="1" w:styleId="ListLabel9">
    <w:name w:val="ListLabel 9"/>
    <w:qFormat/>
    <w:rsid w:val="006B2576"/>
    <w:rPr>
      <w:rFonts w:cs="Times New Roman"/>
    </w:rPr>
  </w:style>
  <w:style w:type="character" w:customStyle="1" w:styleId="ListLabel10">
    <w:name w:val="ListLabel 10"/>
    <w:qFormat/>
    <w:rsid w:val="006B2576"/>
    <w:rPr>
      <w:rFonts w:cs="Times New Roman"/>
    </w:rPr>
  </w:style>
  <w:style w:type="character" w:customStyle="1" w:styleId="ListLabel11">
    <w:name w:val="ListLabel 11"/>
    <w:qFormat/>
    <w:rsid w:val="006B2576"/>
    <w:rPr>
      <w:rFonts w:cs="Times New Roman"/>
    </w:rPr>
  </w:style>
  <w:style w:type="paragraph" w:customStyle="1" w:styleId="Heading">
    <w:name w:val="Heading"/>
    <w:basedOn w:val="prastasis"/>
    <w:next w:val="Pagrindinistekstas"/>
    <w:qFormat/>
    <w:rsid w:val="006B2576"/>
    <w:pPr>
      <w:keepNext/>
      <w:spacing w:before="240" w:after="120" w:line="240" w:lineRule="auto"/>
      <w:jc w:val="left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x">
    <w:name w:val="Index"/>
    <w:basedOn w:val="prastasis"/>
    <w:qFormat/>
    <w:rsid w:val="006B2576"/>
    <w:pPr>
      <w:suppressLineNumbers/>
      <w:spacing w:after="0" w:line="240" w:lineRule="auto"/>
      <w:jc w:val="left"/>
    </w:pPr>
    <w:rPr>
      <w:rFonts w:ascii="Times New Roman" w:eastAsia="Times New Roman" w:hAnsi="Times New Roman" w:cs="Arial"/>
      <w:sz w:val="24"/>
      <w:szCs w:val="24"/>
    </w:rPr>
  </w:style>
  <w:style w:type="paragraph" w:customStyle="1" w:styleId="Default">
    <w:name w:val="Default"/>
    <w:rsid w:val="006B2576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Theme="minorHAnsi" w:hAnsi="Times New Roman" w:cs="Times New Roman"/>
      <w:color w:val="000000"/>
      <w:sz w:val="24"/>
      <w:szCs w:val="24"/>
      <w:lang w:val="lt-LT"/>
    </w:rPr>
  </w:style>
  <w:style w:type="paragraph" w:styleId="Pataisymai">
    <w:name w:val="Revision"/>
    <w:hidden/>
    <w:uiPriority w:val="99"/>
    <w:rsid w:val="006B2576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tajtip">
    <w:name w:val="tajtip"/>
    <w:basedOn w:val="prastasis"/>
    <w:rsid w:val="006B2576"/>
    <w:pPr>
      <w:spacing w:after="15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UnresolvedMention1">
    <w:name w:val="Unresolved Mention1"/>
    <w:basedOn w:val="Numatytasispastraiposriftas"/>
    <w:uiPriority w:val="99"/>
    <w:semiHidden/>
    <w:unhideWhenUsed/>
    <w:rsid w:val="00DA6B50"/>
    <w:rPr>
      <w:color w:val="605E5C"/>
      <w:shd w:val="clear" w:color="auto" w:fill="E1DFDD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F43783"/>
    <w:rPr>
      <w:color w:val="605E5C"/>
      <w:shd w:val="clear" w:color="auto" w:fill="E1DFDD"/>
    </w:rPr>
  </w:style>
  <w:style w:type="paragraph" w:customStyle="1" w:styleId="Skyriauspavadinimas">
    <w:name w:val="Skyriaus pavadinimas"/>
    <w:basedOn w:val="prastasis"/>
    <w:rsid w:val="00E9697F"/>
    <w:pPr>
      <w:numPr>
        <w:numId w:val="20"/>
      </w:numPr>
      <w:spacing w:after="0" w:line="240" w:lineRule="auto"/>
      <w:jc w:val="center"/>
    </w:pPr>
    <w:rPr>
      <w:rFonts w:ascii="Times New Roman Bold" w:eastAsia="Times New Roman" w:hAnsi="Times New Roman Bold" w:cs="Times New Roman"/>
      <w:b/>
      <w:caps/>
      <w:sz w:val="24"/>
      <w:szCs w:val="24"/>
      <w:lang w:val="en-GB"/>
    </w:rPr>
  </w:style>
  <w:style w:type="table" w:customStyle="1" w:styleId="TableGrid1">
    <w:name w:val="Table Grid1"/>
    <w:basedOn w:val="prastojilentel"/>
    <w:next w:val="Lentelstinklelis"/>
    <w:uiPriority w:val="39"/>
    <w:rsid w:val="00E9697F"/>
    <w:pPr>
      <w:spacing w:after="0" w:line="240" w:lineRule="auto"/>
      <w:jc w:val="left"/>
    </w:pPr>
    <w:rPr>
      <w:rFonts w:ascii="Times New Roman" w:eastAsia="Times New Roman" w:hAnsi="Times New Roman" w:cs="Times New Roman"/>
      <w:sz w:val="20"/>
      <w:szCs w:val="20"/>
      <w:lang w:val="lt-LT"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next w:val="Lentelstinklelis"/>
    <w:uiPriority w:val="39"/>
    <w:rsid w:val="00E9697F"/>
    <w:pPr>
      <w:spacing w:after="0" w:line="240" w:lineRule="auto"/>
      <w:jc w:val="left"/>
    </w:pPr>
    <w:rPr>
      <w:rFonts w:ascii="Times New Roman" w:eastAsia="Calibri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n">
    <w:name w:val="tin"/>
    <w:basedOn w:val="prastasis"/>
    <w:rsid w:val="00E9697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6">
    <w:name w:val="Table Grid6"/>
    <w:basedOn w:val="prastojilentel"/>
    <w:next w:val="Lentelstinklelis"/>
    <w:uiPriority w:val="39"/>
    <w:rsid w:val="00E9697F"/>
    <w:pPr>
      <w:suppressAutoHyphens/>
      <w:spacing w:after="0" w:line="240" w:lineRule="auto"/>
      <w:jc w:val="left"/>
    </w:pPr>
    <w:rPr>
      <w:rFonts w:ascii="Times New Roman" w:eastAsia="Calibri" w:hAnsi="Times New Roman" w:cs="DokChampa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9">
    <w:name w:val="Table Grid9"/>
    <w:basedOn w:val="prastojilentel"/>
    <w:uiPriority w:val="39"/>
    <w:rsid w:val="00E9697F"/>
    <w:pPr>
      <w:spacing w:after="0" w:line="240" w:lineRule="auto"/>
      <w:jc w:val="left"/>
    </w:pPr>
    <w:rPr>
      <w:rFonts w:ascii="Calibri" w:eastAsia="Times New Roman" w:hAnsi="Calibri" w:cs="Times New Roman"/>
      <w:lang w:val="lt-LT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Lentelstinklelis11">
    <w:name w:val="Lentelės tinklelis11"/>
    <w:basedOn w:val="prastojilentel"/>
    <w:next w:val="Lentelstinklelis"/>
    <w:uiPriority w:val="39"/>
    <w:rsid w:val="00E9697F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jtin">
    <w:name w:val="tajtin"/>
    <w:basedOn w:val="prastasis"/>
    <w:rsid w:val="00E9697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Numatytasispastraiposriftas"/>
    <w:rsid w:val="00E9697F"/>
  </w:style>
  <w:style w:type="character" w:customStyle="1" w:styleId="Bodytext2Italic">
    <w:name w:val="Body text|2 + Italic"/>
    <w:basedOn w:val="Numatytasispastraiposriftas"/>
    <w:semiHidden/>
    <w:rsid w:val="00E9697F"/>
    <w:rPr>
      <w:rFonts w:ascii="Calibri" w:eastAsia="Calibri" w:hAnsi="Calibri" w:cs="Calibri" w:hint="default"/>
      <w:b w:val="0"/>
      <w:bCs w:val="0"/>
      <w:i/>
      <w:iCs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0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9612\AppData\Roaming\Microsoft\&#352;ablonai\Metin&#279;%20ataskaita.dotx" TargetMode="External"/></Relationships>
</file>

<file path=word/theme/theme1.xml><?xml version="1.0" encoding="utf-8"?>
<a:theme xmlns:a="http://schemas.openxmlformats.org/drawingml/2006/main" name="Annual Report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2018-02-19T00:00:00</PublishDate>
  <Abstract/>
  <CompanyAddress/>
  <CompanyPhone/>
  <CompanyFax/>
  <CompanyEmail/>
</CoverPageProperties>
</file>

<file path=customXml/item2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3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customXml/itemProps3.xml><?xml version="1.0" encoding="utf-8"?>
<ds:datastoreItem xmlns:ds="http://schemas.openxmlformats.org/officeDocument/2006/customXml" ds:itemID="{7B673125-86C2-421F-9823-592FE30A8E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84D9E45-879E-4537-9150-339D71AD6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Metinė ataskaita</Template>
  <TotalTime>1</TotalTime>
  <Pages>1</Pages>
  <Words>662</Words>
  <Characters>378</Characters>
  <Application>Microsoft Office Word</Application>
  <DocSecurity>0</DocSecurity>
  <Lines>3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SPECIALIOSIOS SĄLYGOS</vt:lpstr>
      <vt:lpstr>SPECIALIOSIOS SĄLYGOS</vt:lpstr>
      <vt:lpstr/>
    </vt:vector>
  </TitlesOfParts>
  <Company/>
  <LinksUpToDate>false</LinksUpToDate>
  <CharactersWithSpaces>1038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SPECIALIOSIOS SĄLYGOS</dc:title>
  <dc:subject/>
  <dc:creator>Evaldas Stadalius</dc:creator>
  <cp:keywords/>
  <dc:description/>
  <cp:lastModifiedBy>Remigijus Stundžia</cp:lastModifiedBy>
  <cp:revision>3</cp:revision>
  <cp:lastPrinted>2018-03-07T08:06:00Z</cp:lastPrinted>
  <dcterms:created xsi:type="dcterms:W3CDTF">2026-01-23T09:51:00Z</dcterms:created>
  <dcterms:modified xsi:type="dcterms:W3CDTF">2026-01-26T11:11:00Z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TC028350639991</vt:lpwstr>
  </property>
</Properties>
</file>